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E898B0" w14:textId="5E0FDE31" w:rsidR="000E56ED" w:rsidRDefault="006D6D2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666E63" wp14:editId="34F96120">
                <wp:simplePos x="0" y="0"/>
                <wp:positionH relativeFrom="column">
                  <wp:posOffset>2625725</wp:posOffset>
                </wp:positionH>
                <wp:positionV relativeFrom="paragraph">
                  <wp:posOffset>6162675</wp:posOffset>
                </wp:positionV>
                <wp:extent cx="3514090" cy="407670"/>
                <wp:effectExtent l="0" t="0" r="3810" b="190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4090" cy="407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024219" w14:textId="2A0D8237" w:rsidR="00093C9F" w:rsidRPr="00093C9F" w:rsidRDefault="00093C9F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 </w:t>
                            </w:r>
                            <w:r w:rsidRPr="00093C9F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666E63" id="AutoShape 7" o:spid="_x0000_s1026" style="position:absolute;margin-left:206.75pt;margin-top:485.25pt;width:276.7pt;height:32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" filled="f" stroked="f">
                <v:textbox>
                  <w:txbxContent>
                    <w:p w14:paraId="2A024219" w14:textId="2A0D8237" w:rsidR="00093C9F" w:rsidRPr="00093C9F" w:rsidRDefault="00093C9F">
                      <w:pP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t xml:space="preserve">                 </w:t>
                      </w:r>
                      <w:r w:rsidRPr="00093C9F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 w:rsidR="00CA23C3">
        <w:rPr>
          <w:noProof/>
        </w:rPr>
        <w:drawing>
          <wp:anchor distT="0" distB="0" distL="114300" distR="114300" simplePos="0" relativeHeight="251663360" behindDoc="0" locked="0" layoutInCell="1" allowOverlap="1" wp14:anchorId="7936882D" wp14:editId="396BB54A">
            <wp:simplePos x="0" y="0"/>
            <wp:positionH relativeFrom="column">
              <wp:posOffset>3448050</wp:posOffset>
            </wp:positionH>
            <wp:positionV relativeFrom="paragraph">
              <wp:posOffset>4410075</wp:posOffset>
            </wp:positionV>
            <wp:extent cx="1485900" cy="1485900"/>
            <wp:effectExtent l="0" t="0" r="0" b="0"/>
            <wp:wrapNone/>
            <wp:docPr id="1" name="Picture 0" descr="ISO_9001_Certified-logo-C6F4C32F85-seeklogo.c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O_9001_Certified-logo-C6F4C32F85-seeklogo.com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4A7A81" wp14:editId="7D102791">
                <wp:simplePos x="0" y="0"/>
                <wp:positionH relativeFrom="column">
                  <wp:posOffset>266700</wp:posOffset>
                </wp:positionH>
                <wp:positionV relativeFrom="paragraph">
                  <wp:posOffset>-38100</wp:posOffset>
                </wp:positionV>
                <wp:extent cx="8296275" cy="5734050"/>
                <wp:effectExtent l="0" t="0" r="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6275" cy="573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EE676" w14:textId="51A6F03C" w:rsidR="00CA23C3" w:rsidRPr="00CA23C3" w:rsidRDefault="00CA23C3">
                            <w:pPr>
                              <w:rPr>
                                <w:rFonts w:ascii="Monotype Corsiva" w:hAnsi="Monotype Corsiva"/>
                                <w:color w:val="215868" w:themeColor="accent5" w:themeShade="80"/>
                                <w:sz w:val="72"/>
                                <w:szCs w:val="72"/>
                              </w:rPr>
                            </w:pPr>
                            <w:r w:rsidRPr="00CA23C3">
                              <w:rPr>
                                <w:rFonts w:ascii="Monotype Corsiva" w:hAnsi="Monotype Corsiva"/>
                                <w:color w:val="215868" w:themeColor="accent5" w:themeShade="80"/>
                                <w:sz w:val="72"/>
                                <w:szCs w:val="72"/>
                              </w:rPr>
                              <w:t xml:space="preserve">    </w:t>
                            </w:r>
                            <w:r>
                              <w:rPr>
                                <w:rFonts w:ascii="Monotype Corsiva" w:hAnsi="Monotype Corsiva"/>
                                <w:color w:val="215868" w:themeColor="accent5" w:themeShade="80"/>
                                <w:sz w:val="72"/>
                                <w:szCs w:val="72"/>
                              </w:rPr>
                              <w:t xml:space="preserve">          </w:t>
                            </w:r>
                            <w:r w:rsidR="00093C9F">
                              <w:rPr>
                                <w:rFonts w:ascii="Monotype Corsiva" w:hAnsi="Monotype Corsiva"/>
                                <w:color w:val="215868" w:themeColor="accent5" w:themeShade="80"/>
                                <w:sz w:val="72"/>
                                <w:szCs w:val="72"/>
                              </w:rPr>
                              <w:t xml:space="preserve">       </w:t>
                            </w:r>
                            <w:r w:rsidRPr="00CA23C3">
                              <w:rPr>
                                <w:rFonts w:ascii="Monotype Corsiva" w:hAnsi="Monotype Corsiva"/>
                                <w:color w:val="215868" w:themeColor="accent5" w:themeShade="80"/>
                                <w:sz w:val="72"/>
                                <w:szCs w:val="72"/>
                              </w:rPr>
                              <w:t>Institute of Technology</w:t>
                            </w:r>
                          </w:p>
                          <w:p w14:paraId="0C9C13F0" w14:textId="77777777" w:rsidR="00CA23C3" w:rsidRPr="00CA23C3" w:rsidRDefault="00CA23C3">
                            <w:pPr>
                              <w:rPr>
                                <w:rFonts w:ascii="Matura MT Script Capitals" w:hAnsi="Matura MT Script Capitals"/>
                                <w:color w:val="0070C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Matura MT Script Capitals" w:hAnsi="Matura MT Script Capitals"/>
                                <w:color w:val="0070C0"/>
                                <w:sz w:val="96"/>
                                <w:szCs w:val="96"/>
                              </w:rPr>
                              <w:t xml:space="preserve">   </w:t>
                            </w:r>
                            <w:r w:rsidRPr="00CA23C3">
                              <w:rPr>
                                <w:rFonts w:ascii="Matura MT Script Capitals" w:hAnsi="Matura MT Script Capitals"/>
                                <w:color w:val="0070C0"/>
                                <w:sz w:val="96"/>
                                <w:szCs w:val="96"/>
                              </w:rPr>
                              <w:t>Certificate of Compliance</w:t>
                            </w:r>
                          </w:p>
                          <w:p w14:paraId="5AB59436" w14:textId="77777777" w:rsidR="00CA23C3" w:rsidRPr="00CA23C3" w:rsidRDefault="00CA23C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                 </w:t>
                            </w:r>
                            <w:r w:rsidRPr="00CA23C3">
                              <w:rPr>
                                <w:sz w:val="28"/>
                                <w:szCs w:val="28"/>
                              </w:rPr>
                              <w:t>THIS IS TO ACKNOWLEDGE THAT</w:t>
                            </w:r>
                          </w:p>
                          <w:p w14:paraId="0303B409" w14:textId="4B7DF28C" w:rsidR="00CA23C3" w:rsidRPr="00CA23C3" w:rsidRDefault="00CA23C3">
                            <w:pPr>
                              <w:rPr>
                                <w:rFonts w:ascii="Brush Script MT" w:hAnsi="Brush Script MT"/>
                                <w:color w:val="215868" w:themeColor="accent5" w:themeShade="8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color w:val="215868" w:themeColor="accent5" w:themeShade="80"/>
                                <w:sz w:val="96"/>
                                <w:szCs w:val="96"/>
                              </w:rPr>
                              <w:t xml:space="preserve">              </w:t>
                            </w:r>
                            <w:r w:rsidR="00093C9F">
                              <w:rPr>
                                <w:rFonts w:ascii="Brush Script MT" w:hAnsi="Brush Script MT"/>
                                <w:color w:val="215868" w:themeColor="accent5" w:themeShade="80"/>
                                <w:sz w:val="96"/>
                                <w:szCs w:val="96"/>
                              </w:rPr>
                              <w:t>Layna Amerid</w:t>
                            </w:r>
                          </w:p>
                          <w:p w14:paraId="401E7DA2" w14:textId="77777777" w:rsidR="00CA23C3" w:rsidRPr="00CA23C3" w:rsidRDefault="00CA23C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</w:t>
                            </w:r>
                            <w:r w:rsidRPr="00CA23C3">
                              <w:rPr>
                                <w:sz w:val="28"/>
                                <w:szCs w:val="28"/>
                              </w:rPr>
                              <w:t xml:space="preserve">Has successfully compelled with the school requirements </w:t>
                            </w:r>
                          </w:p>
                          <w:p w14:paraId="6CC68AD0" w14:textId="77777777" w:rsidR="00CA23C3" w:rsidRPr="00CA23C3" w:rsidRDefault="00CA23C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         </w:t>
                            </w:r>
                            <w:r w:rsidRPr="00CA23C3">
                              <w:rPr>
                                <w:sz w:val="28"/>
                                <w:szCs w:val="28"/>
                              </w:rPr>
                              <w:t>To proceed to the next academic level</w:t>
                            </w:r>
                          </w:p>
                          <w:p w14:paraId="17C8520A" w14:textId="77777777" w:rsidR="00CA23C3" w:rsidRPr="00CA23C3" w:rsidRDefault="00CA23C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                                                                   </w:t>
                            </w:r>
                            <w:r w:rsidRPr="00CA23C3">
                              <w:rPr>
                                <w:b/>
                                <w:sz w:val="28"/>
                                <w:szCs w:val="28"/>
                              </w:rPr>
                              <w:t>Given this September of 11, 2020</w:t>
                            </w:r>
                          </w:p>
                          <w:p w14:paraId="7B000280" w14:textId="77777777" w:rsidR="00CA23C3" w:rsidRDefault="00CA23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4A7A81" id="Rectangle 6" o:spid="_x0000_s1027" style="position:absolute;margin-left:21pt;margin-top:-3pt;width:653.25pt;height:45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" stroked="f">
                <v:textbox>
                  <w:txbxContent>
                    <w:p w14:paraId="4EBEE676" w14:textId="51A6F03C" w:rsidR="00CA23C3" w:rsidRPr="00CA23C3" w:rsidRDefault="00CA23C3">
                      <w:pPr>
                        <w:rPr>
                          <w:rFonts w:ascii="Monotype Corsiva" w:hAnsi="Monotype Corsiva"/>
                          <w:color w:val="215868" w:themeColor="accent5" w:themeShade="80"/>
                          <w:sz w:val="72"/>
                          <w:szCs w:val="72"/>
                        </w:rPr>
                      </w:pPr>
                      <w:r w:rsidRPr="00CA23C3">
                        <w:rPr>
                          <w:rFonts w:ascii="Monotype Corsiva" w:hAnsi="Monotype Corsiva"/>
                          <w:color w:val="215868" w:themeColor="accent5" w:themeShade="80"/>
                          <w:sz w:val="72"/>
                          <w:szCs w:val="72"/>
                        </w:rPr>
                        <w:t xml:space="preserve">    </w:t>
                      </w:r>
                      <w:r>
                        <w:rPr>
                          <w:rFonts w:ascii="Monotype Corsiva" w:hAnsi="Monotype Corsiva"/>
                          <w:color w:val="215868" w:themeColor="accent5" w:themeShade="80"/>
                          <w:sz w:val="72"/>
                          <w:szCs w:val="72"/>
                        </w:rPr>
                        <w:t xml:space="preserve">          </w:t>
                      </w:r>
                      <w:r w:rsidR="00093C9F">
                        <w:rPr>
                          <w:rFonts w:ascii="Monotype Corsiva" w:hAnsi="Monotype Corsiva"/>
                          <w:color w:val="215868" w:themeColor="accent5" w:themeShade="80"/>
                          <w:sz w:val="72"/>
                          <w:szCs w:val="72"/>
                        </w:rPr>
                        <w:t xml:space="preserve">       </w:t>
                      </w:r>
                      <w:r w:rsidRPr="00CA23C3">
                        <w:rPr>
                          <w:rFonts w:ascii="Monotype Corsiva" w:hAnsi="Monotype Corsiva"/>
                          <w:color w:val="215868" w:themeColor="accent5" w:themeShade="80"/>
                          <w:sz w:val="72"/>
                          <w:szCs w:val="72"/>
                        </w:rPr>
                        <w:t>Institute of Technology</w:t>
                      </w:r>
                    </w:p>
                    <w:p w14:paraId="0C9C13F0" w14:textId="77777777" w:rsidR="00CA23C3" w:rsidRPr="00CA23C3" w:rsidRDefault="00CA23C3">
                      <w:pPr>
                        <w:rPr>
                          <w:rFonts w:ascii="Matura MT Script Capitals" w:hAnsi="Matura MT Script Capitals"/>
                          <w:color w:val="0070C0"/>
                          <w:sz w:val="96"/>
                          <w:szCs w:val="96"/>
                        </w:rPr>
                      </w:pPr>
                      <w:r>
                        <w:rPr>
                          <w:rFonts w:ascii="Matura MT Script Capitals" w:hAnsi="Matura MT Script Capitals"/>
                          <w:color w:val="0070C0"/>
                          <w:sz w:val="96"/>
                          <w:szCs w:val="96"/>
                        </w:rPr>
                        <w:t xml:space="preserve">   </w:t>
                      </w:r>
                      <w:r w:rsidRPr="00CA23C3">
                        <w:rPr>
                          <w:rFonts w:ascii="Matura MT Script Capitals" w:hAnsi="Matura MT Script Capitals"/>
                          <w:color w:val="0070C0"/>
                          <w:sz w:val="96"/>
                          <w:szCs w:val="96"/>
                        </w:rPr>
                        <w:t>Certificate of Compliance</w:t>
                      </w:r>
                    </w:p>
                    <w:p w14:paraId="5AB59436" w14:textId="77777777" w:rsidR="00CA23C3" w:rsidRPr="00CA23C3" w:rsidRDefault="00CA23C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                           </w:t>
                      </w:r>
                      <w:r w:rsidRPr="00CA23C3">
                        <w:rPr>
                          <w:sz w:val="28"/>
                          <w:szCs w:val="28"/>
                        </w:rPr>
                        <w:t>THIS IS TO ACKNOWLEDGE THAT</w:t>
                      </w:r>
                    </w:p>
                    <w:p w14:paraId="0303B409" w14:textId="4B7DF28C" w:rsidR="00CA23C3" w:rsidRPr="00CA23C3" w:rsidRDefault="00CA23C3">
                      <w:pPr>
                        <w:rPr>
                          <w:rFonts w:ascii="Brush Script MT" w:hAnsi="Brush Script MT"/>
                          <w:color w:val="215868" w:themeColor="accent5" w:themeShade="80"/>
                          <w:sz w:val="96"/>
                          <w:szCs w:val="96"/>
                        </w:rPr>
                      </w:pPr>
                      <w:r>
                        <w:rPr>
                          <w:rFonts w:ascii="Brush Script MT" w:hAnsi="Brush Script MT"/>
                          <w:color w:val="215868" w:themeColor="accent5" w:themeShade="80"/>
                          <w:sz w:val="96"/>
                          <w:szCs w:val="96"/>
                        </w:rPr>
                        <w:t xml:space="preserve">              </w:t>
                      </w:r>
                      <w:r w:rsidR="00093C9F">
                        <w:rPr>
                          <w:rFonts w:ascii="Brush Script MT" w:hAnsi="Brush Script MT"/>
                          <w:color w:val="215868" w:themeColor="accent5" w:themeShade="80"/>
                          <w:sz w:val="96"/>
                          <w:szCs w:val="96"/>
                        </w:rPr>
                        <w:t>Layna Amerid</w:t>
                      </w:r>
                    </w:p>
                    <w:p w14:paraId="401E7DA2" w14:textId="77777777" w:rsidR="00CA23C3" w:rsidRPr="00CA23C3" w:rsidRDefault="00CA23C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    </w:t>
                      </w:r>
                      <w:r w:rsidRPr="00CA23C3">
                        <w:rPr>
                          <w:sz w:val="28"/>
                          <w:szCs w:val="28"/>
                        </w:rPr>
                        <w:t xml:space="preserve">Has successfully compelled with the school requirements </w:t>
                      </w:r>
                    </w:p>
                    <w:p w14:paraId="6CC68AD0" w14:textId="77777777" w:rsidR="00CA23C3" w:rsidRPr="00CA23C3" w:rsidRDefault="00CA23C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                   </w:t>
                      </w:r>
                      <w:r w:rsidRPr="00CA23C3">
                        <w:rPr>
                          <w:sz w:val="28"/>
                          <w:szCs w:val="28"/>
                        </w:rPr>
                        <w:t>To proceed to the next academic level</w:t>
                      </w:r>
                    </w:p>
                    <w:p w14:paraId="17C8520A" w14:textId="77777777" w:rsidR="00CA23C3" w:rsidRPr="00CA23C3" w:rsidRDefault="00CA23C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br/>
                        <w:t xml:space="preserve">                                                                   </w:t>
                      </w:r>
                      <w:r w:rsidRPr="00CA23C3">
                        <w:rPr>
                          <w:b/>
                          <w:sz w:val="28"/>
                          <w:szCs w:val="28"/>
                        </w:rPr>
                        <w:t>Given this September of 11, 2020</w:t>
                      </w:r>
                    </w:p>
                    <w:p w14:paraId="7B000280" w14:textId="77777777" w:rsidR="00CA23C3" w:rsidRDefault="00CA23C3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4A78FC" wp14:editId="31519D93">
                <wp:simplePos x="0" y="0"/>
                <wp:positionH relativeFrom="column">
                  <wp:posOffset>-1028700</wp:posOffset>
                </wp:positionH>
                <wp:positionV relativeFrom="paragraph">
                  <wp:posOffset>5915025</wp:posOffset>
                </wp:positionV>
                <wp:extent cx="11649075" cy="247650"/>
                <wp:effectExtent l="9525" t="9525" r="9525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49075" cy="2476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08307D" id="Rectangle 5" o:spid="_x0000_s1026" style="position:absolute;margin-left:-81pt;margin-top:465.75pt;width:917.2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" fillcolor="#0070c0" strokecolor="#0070c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103861" wp14:editId="67D2C0C0">
                <wp:simplePos x="0" y="0"/>
                <wp:positionH relativeFrom="column">
                  <wp:posOffset>-1028700</wp:posOffset>
                </wp:positionH>
                <wp:positionV relativeFrom="paragraph">
                  <wp:posOffset>6162675</wp:posOffset>
                </wp:positionV>
                <wp:extent cx="10887075" cy="504825"/>
                <wp:effectExtent l="9525" t="9525" r="952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87075" cy="504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FDE89" id="Rectangle 4" o:spid="_x0000_s1026" style="position:absolute;margin-left:-81pt;margin-top:485.25pt;width:857.2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" fillcolor="#205867 [1608]" strokecolor="#205867 [1608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4FE376" wp14:editId="7D822D85">
                <wp:simplePos x="0" y="0"/>
                <wp:positionH relativeFrom="column">
                  <wp:posOffset>-971550</wp:posOffset>
                </wp:positionH>
                <wp:positionV relativeFrom="paragraph">
                  <wp:posOffset>-428625</wp:posOffset>
                </wp:positionV>
                <wp:extent cx="11172825" cy="257175"/>
                <wp:effectExtent l="9525" t="9525" r="9525" b="952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72825" cy="25717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35D1A4" id="Rectangle 3" o:spid="_x0000_s1026" style="position:absolute;margin-left:-76.5pt;margin-top:-33.75pt;width:879.7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" fillcolor="#0070c0" strokecolor="#0070c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D61A62" wp14:editId="5AE1E308">
                <wp:simplePos x="0" y="0"/>
                <wp:positionH relativeFrom="column">
                  <wp:posOffset>-971550</wp:posOffset>
                </wp:positionH>
                <wp:positionV relativeFrom="paragraph">
                  <wp:posOffset>-914400</wp:posOffset>
                </wp:positionV>
                <wp:extent cx="10782300" cy="485775"/>
                <wp:effectExtent l="9525" t="9525" r="952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82300" cy="4857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3FE4E7" id="Rectangle 2" o:spid="_x0000_s1026" style="position:absolute;margin-left:-76.5pt;margin-top:-1in;width:849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" fillcolor="#205867 [1608]" strokecolor="#205867 [1608]"/>
            </w:pict>
          </mc:Fallback>
        </mc:AlternateContent>
      </w:r>
    </w:p>
    <w:sectPr w:rsidR="000E56ED" w:rsidSect="00CA23C3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C9F"/>
    <w:rsid w:val="00093C9F"/>
    <w:rsid w:val="000E578C"/>
    <w:rsid w:val="003515E6"/>
    <w:rsid w:val="006D6D2A"/>
    <w:rsid w:val="0079279D"/>
    <w:rsid w:val="009A588C"/>
    <w:rsid w:val="00CA23C3"/>
    <w:rsid w:val="00C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19CE9"/>
  <w15:docId w15:val="{FFB55E4F-B7A0-4998-A58A-4BC6EFDD5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2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3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aryam\Compliance%20Cetificates%20Templates\compliance%20certificate%20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compliance certificate 7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2</cp:revision>
  <dcterms:created xsi:type="dcterms:W3CDTF">2020-11-24T11:20:00Z</dcterms:created>
  <dcterms:modified xsi:type="dcterms:W3CDTF">2020-11-24T11:20:00Z</dcterms:modified>
</cp:coreProperties>
</file>