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209A9" w14:textId="557ADB20" w:rsidR="00C77A12" w:rsidRDefault="00F452A9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A20A54B" wp14:editId="09C13E2C">
                <wp:simplePos x="0" y="0"/>
                <wp:positionH relativeFrom="column">
                  <wp:posOffset>333375</wp:posOffset>
                </wp:positionH>
                <wp:positionV relativeFrom="paragraph">
                  <wp:posOffset>-781050</wp:posOffset>
                </wp:positionV>
                <wp:extent cx="8115300" cy="1619250"/>
                <wp:effectExtent l="0" t="0" r="0" b="0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15300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DBAE4D" w14:textId="77777777" w:rsidR="00C77A12" w:rsidRPr="00C77A12" w:rsidRDefault="00C77A12">
                            <w:pPr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  <w:t xml:space="preserve">           </w:t>
                            </w:r>
                            <w:r w:rsidRPr="00C77A12">
                              <w:rPr>
                                <w:rFonts w:ascii="Matura MT Script Capitals" w:hAnsi="Matura MT Script Capitals"/>
                                <w:sz w:val="72"/>
                                <w:szCs w:val="72"/>
                              </w:rPr>
                              <w:t>World Food Charity</w:t>
                            </w:r>
                          </w:p>
                          <w:p w14:paraId="71BAA101" w14:textId="77777777" w:rsidR="00C77A12" w:rsidRPr="00C77A12" w:rsidRDefault="00C77A12">
                            <w:pPr>
                              <w:rPr>
                                <w:rFonts w:ascii="Monotype Corsiva" w:hAnsi="Monotype Corsiva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96"/>
                                <w:szCs w:val="96"/>
                              </w:rPr>
                              <w:t xml:space="preserve">         </w:t>
                            </w:r>
                            <w:r w:rsidRPr="00C77A12">
                              <w:rPr>
                                <w:rFonts w:ascii="Monotype Corsiva" w:hAnsi="Monotype Corsiva"/>
                                <w:sz w:val="96"/>
                                <w:szCs w:val="96"/>
                              </w:rPr>
                              <w:t>Certificate of Compliance</w:t>
                            </w:r>
                          </w:p>
                          <w:p w14:paraId="1FBF85D2" w14:textId="77777777" w:rsidR="00C77A12" w:rsidRDefault="00C77A1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0A54B" id="Rectangle 8" o:spid="_x0000_s1026" style="position:absolute;margin-left:26.25pt;margin-top:-61.5pt;width:639pt;height:12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" filled="f" stroked="f">
                <v:textbox>
                  <w:txbxContent>
                    <w:p w14:paraId="67DBAE4D" w14:textId="77777777" w:rsidR="00C77A12" w:rsidRPr="00C77A12" w:rsidRDefault="00C77A12">
                      <w:pPr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</w:pPr>
                      <w:r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  <w:t xml:space="preserve">           </w:t>
                      </w:r>
                      <w:r w:rsidRPr="00C77A12">
                        <w:rPr>
                          <w:rFonts w:ascii="Matura MT Script Capitals" w:hAnsi="Matura MT Script Capitals"/>
                          <w:sz w:val="72"/>
                          <w:szCs w:val="72"/>
                        </w:rPr>
                        <w:t>World Food Charity</w:t>
                      </w:r>
                    </w:p>
                    <w:p w14:paraId="71BAA101" w14:textId="77777777" w:rsidR="00C77A12" w:rsidRPr="00C77A12" w:rsidRDefault="00C77A12">
                      <w:pPr>
                        <w:rPr>
                          <w:rFonts w:ascii="Monotype Corsiva" w:hAnsi="Monotype Corsiva"/>
                          <w:sz w:val="96"/>
                          <w:szCs w:val="96"/>
                        </w:rPr>
                      </w:pPr>
                      <w:r>
                        <w:rPr>
                          <w:rFonts w:ascii="Monotype Corsiva" w:hAnsi="Monotype Corsiva"/>
                          <w:sz w:val="96"/>
                          <w:szCs w:val="96"/>
                        </w:rPr>
                        <w:t xml:space="preserve">         </w:t>
                      </w:r>
                      <w:r w:rsidRPr="00C77A12">
                        <w:rPr>
                          <w:rFonts w:ascii="Monotype Corsiva" w:hAnsi="Monotype Corsiva"/>
                          <w:sz w:val="96"/>
                          <w:szCs w:val="96"/>
                        </w:rPr>
                        <w:t>Certificate of Compliance</w:t>
                      </w:r>
                    </w:p>
                    <w:p w14:paraId="1FBF85D2" w14:textId="77777777" w:rsidR="00C77A12" w:rsidRDefault="00C77A12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7210EE" wp14:editId="719BDE9A">
                <wp:simplePos x="0" y="0"/>
                <wp:positionH relativeFrom="column">
                  <wp:posOffset>9182100</wp:posOffset>
                </wp:positionH>
                <wp:positionV relativeFrom="paragraph">
                  <wp:posOffset>4467225</wp:posOffset>
                </wp:positionV>
                <wp:extent cx="647700" cy="90805"/>
                <wp:effectExtent l="9525" t="9525" r="9525" b="13970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9080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E19D0" id="Rectangle 7" o:spid="_x0000_s1026" style="position:absolute;margin-left:723pt;margin-top:351.75pt;width:51pt;height:7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" fillcolor="#548dd4 [1951]" strokecolor="#548dd4 [1951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003668" wp14:editId="3BCEE4FE">
                <wp:simplePos x="0" y="0"/>
                <wp:positionH relativeFrom="column">
                  <wp:posOffset>-962025</wp:posOffset>
                </wp:positionH>
                <wp:positionV relativeFrom="paragraph">
                  <wp:posOffset>4610100</wp:posOffset>
                </wp:positionV>
                <wp:extent cx="647700" cy="90805"/>
                <wp:effectExtent l="9525" t="9525" r="9525" b="1397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9080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4C3698" id="Rectangle 6" o:spid="_x0000_s1026" style="position:absolute;margin-left:-75.75pt;margin-top:363pt;width:51pt;height:7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" fillcolor="#548dd4 [1951]" strokecolor="#548dd4 [1951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333F33F" wp14:editId="6BD77081">
                <wp:simplePos x="0" y="0"/>
                <wp:positionH relativeFrom="column">
                  <wp:posOffset>-962025</wp:posOffset>
                </wp:positionH>
                <wp:positionV relativeFrom="paragraph">
                  <wp:posOffset>4276725</wp:posOffset>
                </wp:positionV>
                <wp:extent cx="647700" cy="2466975"/>
                <wp:effectExtent l="9525" t="9525" r="9525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24669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4AD2C" id="Rectangle 5" o:spid="_x0000_s1026" style="position:absolute;margin-left:-75.75pt;margin-top:336.75pt;width:51pt;height:194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" fillcolor="yellow" strokecolor="yellow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B078BF6" wp14:editId="416C794D">
                <wp:simplePos x="0" y="0"/>
                <wp:positionH relativeFrom="column">
                  <wp:posOffset>9182100</wp:posOffset>
                </wp:positionH>
                <wp:positionV relativeFrom="paragraph">
                  <wp:posOffset>4114800</wp:posOffset>
                </wp:positionV>
                <wp:extent cx="647700" cy="2628900"/>
                <wp:effectExtent l="9525" t="9525" r="9525" b="9525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2628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7AA29" id="Rectangle 4" o:spid="_x0000_s1026" style="position:absolute;margin-left:723pt;margin-top:324pt;width:51pt;height:20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" fillcolor="yellow" strokecolor="yellow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B9115FE" wp14:editId="26E53C54">
                <wp:simplePos x="0" y="0"/>
                <wp:positionH relativeFrom="column">
                  <wp:posOffset>-962025</wp:posOffset>
                </wp:positionH>
                <wp:positionV relativeFrom="paragraph">
                  <wp:posOffset>-914400</wp:posOffset>
                </wp:positionV>
                <wp:extent cx="647700" cy="5191125"/>
                <wp:effectExtent l="9525" t="9525" r="9525" b="952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1911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D75B17" id="Rectangle 3" o:spid="_x0000_s1026" style="position:absolute;margin-left:-75.75pt;margin-top:-1in;width:51pt;height:40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" fillcolor="#548dd4 [1951]" strokecolor="#548dd4 [1951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8055889" wp14:editId="6FE08E54">
                <wp:simplePos x="0" y="0"/>
                <wp:positionH relativeFrom="column">
                  <wp:posOffset>9182100</wp:posOffset>
                </wp:positionH>
                <wp:positionV relativeFrom="paragraph">
                  <wp:posOffset>-914400</wp:posOffset>
                </wp:positionV>
                <wp:extent cx="647700" cy="5029200"/>
                <wp:effectExtent l="9525" t="9525" r="9525" b="952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0292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65007" id="Rectangle 2" o:spid="_x0000_s1026" style="position:absolute;margin-left:723pt;margin-top:-1in;width:51pt;height:39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" fillcolor="#548dd4 [1951]" strokecolor="#548dd4 [1951]"/>
            </w:pict>
          </mc:Fallback>
        </mc:AlternateContent>
      </w:r>
    </w:p>
    <w:p w14:paraId="0FB97DED" w14:textId="052E4BD0" w:rsidR="000E56ED" w:rsidRPr="00C77A12" w:rsidRDefault="00F452A9" w:rsidP="00C77A12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7D73220" wp14:editId="4D7E667B">
                <wp:simplePos x="0" y="0"/>
                <wp:positionH relativeFrom="column">
                  <wp:posOffset>2377440</wp:posOffset>
                </wp:positionH>
                <wp:positionV relativeFrom="paragraph">
                  <wp:posOffset>5607050</wp:posOffset>
                </wp:positionV>
                <wp:extent cx="4441190" cy="548640"/>
                <wp:effectExtent l="0" t="0" r="1270" b="0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1190" cy="548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AAC1FA" w14:textId="767C2771" w:rsidR="00637F6A" w:rsidRPr="00637F6A" w:rsidRDefault="00637F6A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r w:rsidRPr="00637F6A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D73220" id="AutoShape 10" o:spid="_x0000_s1027" style="position:absolute;margin-left:187.2pt;margin-top:441.5pt;width:349.7pt;height:43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" filled="f" stroked="f">
                <v:textbox>
                  <w:txbxContent>
                    <w:p w14:paraId="35AAC1FA" w14:textId="767C2771" w:rsidR="00637F6A" w:rsidRPr="00637F6A" w:rsidRDefault="00637F6A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             </w:t>
                      </w:r>
                      <w:r w:rsidRPr="00637F6A">
                        <w:rPr>
                          <w:b/>
                          <w:bCs/>
                          <w:sz w:val="36"/>
                          <w:szCs w:val="36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637F6A">
        <w:rPr>
          <w:noProof/>
        </w:rPr>
        <w:drawing>
          <wp:anchor distT="0" distB="0" distL="114300" distR="114300" simplePos="0" relativeHeight="251652608" behindDoc="0" locked="0" layoutInCell="1" allowOverlap="1" wp14:anchorId="6423C7B0" wp14:editId="7445D8CB">
            <wp:simplePos x="0" y="0"/>
            <wp:positionH relativeFrom="column">
              <wp:posOffset>3711031</wp:posOffset>
            </wp:positionH>
            <wp:positionV relativeFrom="paragraph">
              <wp:posOffset>4482737</wp:posOffset>
            </wp:positionV>
            <wp:extent cx="1527810" cy="6527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81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226080" wp14:editId="3255E361">
                <wp:simplePos x="0" y="0"/>
                <wp:positionH relativeFrom="column">
                  <wp:posOffset>657225</wp:posOffset>
                </wp:positionH>
                <wp:positionV relativeFrom="paragraph">
                  <wp:posOffset>2143760</wp:posOffset>
                </wp:positionV>
                <wp:extent cx="7524750" cy="3905250"/>
                <wp:effectExtent l="0" t="0" r="0" b="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24750" cy="390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08FDF" w14:textId="77777777" w:rsidR="00C77A12" w:rsidRPr="00C77A12" w:rsidRDefault="00C77A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           </w:t>
                            </w:r>
                            <w:r w:rsidRPr="00C77A12">
                              <w:rPr>
                                <w:sz w:val="28"/>
                                <w:szCs w:val="28"/>
                              </w:rPr>
                              <w:t>THIS IS TO CERTIFY THAT</w:t>
                            </w:r>
                          </w:p>
                          <w:p w14:paraId="086C28B8" w14:textId="77777777" w:rsidR="00C77A12" w:rsidRPr="00C77A12" w:rsidRDefault="00C77A12">
                            <w:pPr>
                              <w:rPr>
                                <w:rFonts w:ascii="Matura MT Script Capitals" w:hAnsi="Matura MT Script Capitals"/>
                                <w:color w:val="0070C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atura MT Script Capitals" w:hAnsi="Matura MT Script Capitals"/>
                                <w:color w:val="0070C0"/>
                                <w:sz w:val="72"/>
                                <w:szCs w:val="72"/>
                              </w:rPr>
                              <w:t xml:space="preserve">              </w:t>
                            </w:r>
                            <w:r w:rsidRPr="00C77A12">
                              <w:rPr>
                                <w:rFonts w:ascii="Matura MT Script Capitals" w:hAnsi="Matura MT Script Capitals"/>
                                <w:color w:val="0070C0"/>
                                <w:sz w:val="72"/>
                                <w:szCs w:val="72"/>
                              </w:rPr>
                              <w:t>Taleetha Steele</w:t>
                            </w:r>
                          </w:p>
                          <w:p w14:paraId="3862D1FE" w14:textId="77777777" w:rsidR="00C77A12" w:rsidRPr="00C77A12" w:rsidRDefault="00C77A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</w:t>
                            </w:r>
                            <w:r w:rsidRPr="00C77A12">
                              <w:rPr>
                                <w:sz w:val="28"/>
                                <w:szCs w:val="28"/>
                              </w:rPr>
                              <w:t xml:space="preserve">For the important contribution as a food Volunteer </w:t>
                            </w:r>
                          </w:p>
                          <w:p w14:paraId="421ECB20" w14:textId="77777777" w:rsidR="00C77A12" w:rsidRPr="00C77A12" w:rsidRDefault="00C77A1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</w:t>
                            </w:r>
                            <w:r w:rsidRPr="00C77A12">
                              <w:rPr>
                                <w:sz w:val="28"/>
                                <w:szCs w:val="28"/>
                              </w:rPr>
                              <w:t>During the 5</w:t>
                            </w:r>
                            <w:r w:rsidRPr="00C77A12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Pr="00C77A12">
                              <w:rPr>
                                <w:sz w:val="28"/>
                                <w:szCs w:val="28"/>
                              </w:rPr>
                              <w:t xml:space="preserve"> Annual Manhattan children feeding program</w:t>
                            </w:r>
                          </w:p>
                          <w:p w14:paraId="326359E6" w14:textId="77777777" w:rsidR="00C77A12" w:rsidRDefault="00C77A12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                                                    </w:t>
                            </w:r>
                            <w:r w:rsidRPr="00C77A12">
                              <w:rPr>
                                <w:b/>
                                <w:sz w:val="28"/>
                                <w:szCs w:val="28"/>
                              </w:rPr>
                              <w:t>Presented in this December 1, 2020</w:t>
                            </w:r>
                          </w:p>
                          <w:p w14:paraId="287CAD24" w14:textId="4A6615EE" w:rsidR="00C77A12" w:rsidRPr="00C77A12" w:rsidRDefault="00C77A12" w:rsidP="00637F6A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                                                 </w:t>
                            </w:r>
                          </w:p>
                          <w:p w14:paraId="520AF6B9" w14:textId="3A90FE92" w:rsidR="00C77A12" w:rsidRDefault="00637F6A" w:rsidP="00637F6A">
                            <w:pPr>
                              <w:spacing w:after="0"/>
                            </w:pPr>
                            <w:r>
                              <w:t xml:space="preserve">                                                                                            </w:t>
                            </w:r>
                          </w:p>
                          <w:p w14:paraId="6782FC75" w14:textId="789A287C" w:rsidR="00637F6A" w:rsidRDefault="00637F6A" w:rsidP="00637F6A">
                            <w:pPr>
                              <w:spacing w:after="0"/>
                            </w:pPr>
                            <w:r>
                              <w:t xml:space="preserve">                                                                                          ________________________</w:t>
                            </w:r>
                          </w:p>
                          <w:p w14:paraId="4D10262A" w14:textId="728186BC" w:rsidR="00637F6A" w:rsidRPr="00637F6A" w:rsidRDefault="00637F6A" w:rsidP="00637F6A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                                                                                  </w:t>
                            </w:r>
                            <w:r w:rsidRPr="00637F6A">
                              <w:rPr>
                                <w:sz w:val="24"/>
                                <w:szCs w:val="24"/>
                              </w:rPr>
                              <w:t>Chief Executive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226080" id="Rectangle 9" o:spid="_x0000_s1028" style="position:absolute;margin-left:51.75pt;margin-top:168.8pt;width:592.5pt;height:30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" stroked="f">
                <v:textbox>
                  <w:txbxContent>
                    <w:p w14:paraId="1A108FDF" w14:textId="77777777" w:rsidR="00C77A12" w:rsidRPr="00C77A12" w:rsidRDefault="00C77A1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           </w:t>
                      </w:r>
                      <w:r w:rsidRPr="00C77A12">
                        <w:rPr>
                          <w:sz w:val="28"/>
                          <w:szCs w:val="28"/>
                        </w:rPr>
                        <w:t>THIS IS TO CERTIFY THAT</w:t>
                      </w:r>
                    </w:p>
                    <w:p w14:paraId="086C28B8" w14:textId="77777777" w:rsidR="00C77A12" w:rsidRPr="00C77A12" w:rsidRDefault="00C77A12">
                      <w:pPr>
                        <w:rPr>
                          <w:rFonts w:ascii="Matura MT Script Capitals" w:hAnsi="Matura MT Script Capitals"/>
                          <w:color w:val="0070C0"/>
                          <w:sz w:val="72"/>
                          <w:szCs w:val="72"/>
                        </w:rPr>
                      </w:pPr>
                      <w:r>
                        <w:rPr>
                          <w:rFonts w:ascii="Matura MT Script Capitals" w:hAnsi="Matura MT Script Capitals"/>
                          <w:color w:val="0070C0"/>
                          <w:sz w:val="72"/>
                          <w:szCs w:val="72"/>
                        </w:rPr>
                        <w:t xml:space="preserve">              </w:t>
                      </w:r>
                      <w:r w:rsidRPr="00C77A12">
                        <w:rPr>
                          <w:rFonts w:ascii="Matura MT Script Capitals" w:hAnsi="Matura MT Script Capitals"/>
                          <w:color w:val="0070C0"/>
                          <w:sz w:val="72"/>
                          <w:szCs w:val="72"/>
                        </w:rPr>
                        <w:t>Taleetha Steele</w:t>
                      </w:r>
                    </w:p>
                    <w:p w14:paraId="3862D1FE" w14:textId="77777777" w:rsidR="00C77A12" w:rsidRPr="00C77A12" w:rsidRDefault="00C77A1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</w:t>
                      </w:r>
                      <w:r w:rsidRPr="00C77A12">
                        <w:rPr>
                          <w:sz w:val="28"/>
                          <w:szCs w:val="28"/>
                        </w:rPr>
                        <w:t xml:space="preserve">For the important contribution as a food Volunteer </w:t>
                      </w:r>
                    </w:p>
                    <w:p w14:paraId="421ECB20" w14:textId="77777777" w:rsidR="00C77A12" w:rsidRPr="00C77A12" w:rsidRDefault="00C77A1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</w:t>
                      </w:r>
                      <w:r w:rsidRPr="00C77A12">
                        <w:rPr>
                          <w:sz w:val="28"/>
                          <w:szCs w:val="28"/>
                        </w:rPr>
                        <w:t>During the 5</w:t>
                      </w:r>
                      <w:r w:rsidRPr="00C77A12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Pr="00C77A12">
                        <w:rPr>
                          <w:sz w:val="28"/>
                          <w:szCs w:val="28"/>
                        </w:rPr>
                        <w:t xml:space="preserve"> Annual Manhattan children feeding program</w:t>
                      </w:r>
                    </w:p>
                    <w:p w14:paraId="326359E6" w14:textId="77777777" w:rsidR="00C77A12" w:rsidRDefault="00C77A12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                                                    </w:t>
                      </w:r>
                      <w:r w:rsidRPr="00C77A12">
                        <w:rPr>
                          <w:b/>
                          <w:sz w:val="28"/>
                          <w:szCs w:val="28"/>
                        </w:rPr>
                        <w:t>Presented in this December 1, 2020</w:t>
                      </w:r>
                    </w:p>
                    <w:p w14:paraId="287CAD24" w14:textId="4A6615EE" w:rsidR="00C77A12" w:rsidRPr="00C77A12" w:rsidRDefault="00C77A12" w:rsidP="00637F6A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                                                 </w:t>
                      </w:r>
                    </w:p>
                    <w:p w14:paraId="520AF6B9" w14:textId="3A90FE92" w:rsidR="00C77A12" w:rsidRDefault="00637F6A" w:rsidP="00637F6A">
                      <w:pPr>
                        <w:spacing w:after="0"/>
                      </w:pPr>
                      <w:r>
                        <w:t xml:space="preserve">                                                                                            </w:t>
                      </w:r>
                    </w:p>
                    <w:p w14:paraId="6782FC75" w14:textId="789A287C" w:rsidR="00637F6A" w:rsidRDefault="00637F6A" w:rsidP="00637F6A">
                      <w:pPr>
                        <w:spacing w:after="0"/>
                      </w:pPr>
                      <w:r>
                        <w:t xml:space="preserve">                                                                                          ________________________</w:t>
                      </w:r>
                    </w:p>
                    <w:p w14:paraId="4D10262A" w14:textId="728186BC" w:rsidR="00637F6A" w:rsidRPr="00637F6A" w:rsidRDefault="00637F6A" w:rsidP="00637F6A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t xml:space="preserve">                                                                                           </w:t>
                      </w:r>
                      <w:r w:rsidRPr="00637F6A">
                        <w:rPr>
                          <w:sz w:val="24"/>
                          <w:szCs w:val="24"/>
                        </w:rPr>
                        <w:t>Chief Executive Office</w:t>
                      </w:r>
                    </w:p>
                  </w:txbxContent>
                </v:textbox>
              </v:rect>
            </w:pict>
          </mc:Fallback>
        </mc:AlternateContent>
      </w:r>
      <w:r w:rsidR="00C77A12">
        <w:rPr>
          <w:noProof/>
        </w:rPr>
        <w:drawing>
          <wp:anchor distT="0" distB="0" distL="114300" distR="114300" simplePos="0" relativeHeight="251653632" behindDoc="0" locked="0" layoutInCell="1" allowOverlap="1" wp14:anchorId="21DCFB73" wp14:editId="14EE3260">
            <wp:simplePos x="0" y="0"/>
            <wp:positionH relativeFrom="column">
              <wp:posOffset>3600450</wp:posOffset>
            </wp:positionH>
            <wp:positionV relativeFrom="paragraph">
              <wp:posOffset>534035</wp:posOffset>
            </wp:positionV>
            <wp:extent cx="1485900" cy="1485900"/>
            <wp:effectExtent l="19050" t="0" r="0" b="0"/>
            <wp:wrapNone/>
            <wp:docPr id="3" name="Picture 0" descr="ISO_9001_Certified-logo-C6F4C32F85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O_9001_Certified-logo-C6F4C32F85-seeklogo.com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RPr="00C77A12" w:rsidSect="00C77A12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attachedTemplate r:id="rId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F6A"/>
    <w:rsid w:val="00267CBC"/>
    <w:rsid w:val="003515E6"/>
    <w:rsid w:val="00637F6A"/>
    <w:rsid w:val="0079279D"/>
    <w:rsid w:val="009A588C"/>
    <w:rsid w:val="00A25B4B"/>
    <w:rsid w:val="00C77A12"/>
    <w:rsid w:val="00F4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5C9C5"/>
  <w15:docId w15:val="{6C8A11CA-C0CD-4D4C-BA94-EE6014FCC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15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7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A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37F6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37F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e.wikipedia.org/wiki/Datei:Napoleon_signature.sv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ryam\Compliance%20Cetificates%20Templates\compliance%20certificate%20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0A9B20C-9F4D-4A17-804D-43CDD82D5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compliance certificate 9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Muhammad Khalid Farooq</cp:lastModifiedBy>
  <cp:revision>2</cp:revision>
  <dcterms:created xsi:type="dcterms:W3CDTF">2020-11-24T11:23:00Z</dcterms:created>
  <dcterms:modified xsi:type="dcterms:W3CDTF">2020-11-24T11:23:00Z</dcterms:modified>
</cp:coreProperties>
</file>