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C28A2" w14:textId="42E1F565" w:rsidR="000E56ED" w:rsidRDefault="00ED2F7D">
      <w:r>
        <w:rPr>
          <w:noProof/>
        </w:rPr>
        <w:drawing>
          <wp:anchor distT="0" distB="0" distL="114300" distR="114300" simplePos="0" relativeHeight="251654144" behindDoc="0" locked="0" layoutInCell="1" allowOverlap="1" wp14:anchorId="1504580E" wp14:editId="2987FE68">
            <wp:simplePos x="0" y="0"/>
            <wp:positionH relativeFrom="column">
              <wp:posOffset>8215239</wp:posOffset>
            </wp:positionH>
            <wp:positionV relativeFrom="paragraph">
              <wp:posOffset>-970231</wp:posOffset>
            </wp:positionV>
            <wp:extent cx="3128059" cy="202475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28059" cy="2024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10F2B" wp14:editId="25798B4E">
                <wp:simplePos x="0" y="0"/>
                <wp:positionH relativeFrom="column">
                  <wp:posOffset>2623820</wp:posOffset>
                </wp:positionH>
                <wp:positionV relativeFrom="paragraph">
                  <wp:posOffset>6191250</wp:posOffset>
                </wp:positionV>
                <wp:extent cx="3956050" cy="473075"/>
                <wp:effectExtent l="4445" t="0" r="1905" b="317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6050" cy="473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C71E7" w14:textId="7E641DF4" w:rsidR="00ED2F7D" w:rsidRPr="00ED2F7D" w:rsidRDefault="00ED2F7D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Pr="00ED2F7D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210F2B" id="AutoShape 13" o:spid="_x0000_s1026" style="position:absolute;margin-left:206.6pt;margin-top:487.5pt;width:311.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" filled="f" stroked="f">
                <v:textbox>
                  <w:txbxContent>
                    <w:p w14:paraId="52DC71E7" w14:textId="7E641DF4" w:rsidR="00ED2F7D" w:rsidRPr="00ED2F7D" w:rsidRDefault="00ED2F7D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      </w:t>
                      </w:r>
                      <w:r w:rsidRPr="00ED2F7D">
                        <w:rPr>
                          <w:b/>
                          <w:bCs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6106623D" wp14:editId="17C65718">
                <wp:simplePos x="0" y="0"/>
                <wp:positionH relativeFrom="column">
                  <wp:posOffset>-2759710</wp:posOffset>
                </wp:positionH>
                <wp:positionV relativeFrom="paragraph">
                  <wp:posOffset>4614545</wp:posOffset>
                </wp:positionV>
                <wp:extent cx="3634740" cy="2657475"/>
                <wp:effectExtent l="21590" t="13970" r="20320" b="508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4740" cy="26574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5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50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CC99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8672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1" o:spid="_x0000_s1026" type="#_x0000_t5" style="position:absolute;margin-left:-217.3pt;margin-top:363.35pt;width:286.2pt;height:209.2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" fillcolor="#4e6128 [1606]" strokecolor="#c90">
                <v:fill color2="#4e6128 [1606]" angle="90" focus="100%" type="gradient"/>
              </v:shape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6D9A55" wp14:editId="1BE71893">
                <wp:simplePos x="0" y="0"/>
                <wp:positionH relativeFrom="column">
                  <wp:posOffset>4299585</wp:posOffset>
                </wp:positionH>
                <wp:positionV relativeFrom="paragraph">
                  <wp:posOffset>6086475</wp:posOffset>
                </wp:positionV>
                <wp:extent cx="5073015" cy="104775"/>
                <wp:effectExtent l="13335" t="9525" r="9525" b="952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3015" cy="1047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C303E" id="Rectangle 4" o:spid="_x0000_s1026" style="position:absolute;margin-left:338.55pt;margin-top:479.25pt;width:399.4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" fillcolor="#4e6128 [1606]" strokecolor="#4e6128 [1606]"/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7E63CA" wp14:editId="4985F109">
                <wp:simplePos x="0" y="0"/>
                <wp:positionH relativeFrom="column">
                  <wp:posOffset>-548005</wp:posOffset>
                </wp:positionH>
                <wp:positionV relativeFrom="paragraph">
                  <wp:posOffset>6086475</wp:posOffset>
                </wp:positionV>
                <wp:extent cx="4912995" cy="104775"/>
                <wp:effectExtent l="13970" t="9525" r="6985" b="952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2995" cy="1047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809BD" id="Rectangle 5" o:spid="_x0000_s1026" style="position:absolute;margin-left:-43.15pt;margin-top:479.25pt;width:386.85pt;height: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" fillcolor="#4e6128 [1606]" strokecolor="#4e6128 [1606]"/>
            </w:pict>
          </mc:Fallback>
        </mc:AlternateContent>
      </w:r>
      <w:r w:rsidR="001752BA" w:rsidRPr="001752BA">
        <w:rPr>
          <w:noProof/>
        </w:rPr>
        <w:drawing>
          <wp:anchor distT="0" distB="0" distL="114300" distR="114300" simplePos="0" relativeHeight="251653120" behindDoc="0" locked="0" layoutInCell="1" allowOverlap="1" wp14:anchorId="112F8986" wp14:editId="67BB95C5">
            <wp:simplePos x="0" y="0"/>
            <wp:positionH relativeFrom="column">
              <wp:posOffset>7172325</wp:posOffset>
            </wp:positionH>
            <wp:positionV relativeFrom="paragraph">
              <wp:posOffset>4067175</wp:posOffset>
            </wp:positionV>
            <wp:extent cx="1838325" cy="1838325"/>
            <wp:effectExtent l="19050" t="0" r="9525" b="0"/>
            <wp:wrapNone/>
            <wp:docPr id="4" name="Picture 0" descr="ISO_9001_Certified-logo-C6F4C32F85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_9001_Certified-logo-C6F4C32F85-seeklogo.com.pn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E44B4" wp14:editId="7A32FA14">
                <wp:simplePos x="0" y="0"/>
                <wp:positionH relativeFrom="column">
                  <wp:posOffset>304800</wp:posOffset>
                </wp:positionH>
                <wp:positionV relativeFrom="paragraph">
                  <wp:posOffset>-238125</wp:posOffset>
                </wp:positionV>
                <wp:extent cx="8286750" cy="5943600"/>
                <wp:effectExtent l="0" t="0" r="0" b="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0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B8555" w14:textId="77777777" w:rsidR="00A93E0D" w:rsidRPr="001752BA" w:rsidRDefault="001752BA">
                            <w:pPr>
                              <w:rPr>
                                <w:rFonts w:ascii="Matura MT Script Capitals" w:hAnsi="Matura MT Script Capitals"/>
                                <w:color w:val="943634" w:themeColor="accent2" w:themeShade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943634" w:themeColor="accent2" w:themeShade="BF"/>
                                <w:sz w:val="72"/>
                                <w:szCs w:val="72"/>
                              </w:rPr>
                              <w:t xml:space="preserve">         </w:t>
                            </w:r>
                            <w:r w:rsidR="00A93E0D" w:rsidRPr="001752BA">
                              <w:rPr>
                                <w:rFonts w:ascii="Matura MT Script Capitals" w:hAnsi="Matura MT Script Capitals"/>
                                <w:color w:val="943634" w:themeColor="accent2" w:themeShade="BF"/>
                                <w:sz w:val="72"/>
                                <w:szCs w:val="72"/>
                              </w:rPr>
                              <w:t>Colors Painting Club Inc.</w:t>
                            </w:r>
                          </w:p>
                          <w:p w14:paraId="22F6DC08" w14:textId="77777777" w:rsidR="00A93E0D" w:rsidRPr="001752BA" w:rsidRDefault="001752BA">
                            <w:pPr>
                              <w:rPr>
                                <w:rFonts w:ascii="Monotype Corsiva" w:hAnsi="Monotype Corsiva"/>
                                <w:b/>
                                <w:color w:val="FFC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FFC000"/>
                                <w:sz w:val="96"/>
                                <w:szCs w:val="96"/>
                              </w:rPr>
                              <w:t xml:space="preserve">          </w:t>
                            </w:r>
                            <w:r w:rsidR="00A93E0D" w:rsidRPr="001752BA">
                              <w:rPr>
                                <w:rFonts w:ascii="Monotype Corsiva" w:hAnsi="Monotype Corsiva"/>
                                <w:b/>
                                <w:color w:val="FFC000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7363E3B0" w14:textId="77777777" w:rsidR="00A93E0D" w:rsidRPr="001752BA" w:rsidRDefault="00175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</w:t>
                            </w:r>
                            <w:r w:rsidR="00A93E0D" w:rsidRPr="001752BA">
                              <w:rPr>
                                <w:sz w:val="28"/>
                                <w:szCs w:val="28"/>
                              </w:rPr>
                              <w:t>THIS CERTIFICATE IS PROUDLY PRESENT TO:</w:t>
                            </w:r>
                          </w:p>
                          <w:p w14:paraId="5A22CD66" w14:textId="77777777" w:rsidR="00A93E0D" w:rsidRPr="001752BA" w:rsidRDefault="001752BA">
                            <w:pPr>
                              <w:rPr>
                                <w:rFonts w:ascii="Matura MT Script Capitals" w:hAnsi="Matura MT Script Capitals"/>
                                <w:color w:val="7030A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7030A0"/>
                                <w:sz w:val="72"/>
                                <w:szCs w:val="72"/>
                              </w:rPr>
                              <w:t xml:space="preserve">                </w:t>
                            </w:r>
                            <w:r w:rsidRPr="001752BA">
                              <w:rPr>
                                <w:rFonts w:ascii="Matura MT Script Capitals" w:hAnsi="Matura MT Script Capitals"/>
                                <w:color w:val="7030A0"/>
                                <w:sz w:val="72"/>
                                <w:szCs w:val="72"/>
                              </w:rPr>
                              <w:t>Lara Coleman</w:t>
                            </w:r>
                          </w:p>
                          <w:p w14:paraId="042EA2A4" w14:textId="77777777" w:rsidR="001752BA" w:rsidRDefault="00175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752BA">
                              <w:rPr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1752BA">
                              <w:rPr>
                                <w:sz w:val="28"/>
                                <w:szCs w:val="28"/>
                              </w:rPr>
                              <w:t xml:space="preserve">    Lorem ipsum dolor sit amet, consectetur adipiscing elit, sed do eiusmod tempor</w:t>
                            </w:r>
                            <w:r w:rsidRPr="001752BA"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incididunt ut labore et dolore magna aliqua. Ut enim ad minim veniam, quis </w:t>
                            </w:r>
                            <w:r w:rsidRPr="001752BA"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nostrud exercitation ullamco laboris nisi ut aliquip ex ea commodo consequat</w:t>
                            </w:r>
                          </w:p>
                          <w:p w14:paraId="0C22263A" w14:textId="77777777" w:rsidR="001752BA" w:rsidRDefault="001752B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752B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 Given this December of 12</w:t>
                            </w:r>
                            <w:r w:rsidRPr="001752BA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1752BA">
                              <w:rPr>
                                <w:b/>
                                <w:sz w:val="28"/>
                                <w:szCs w:val="28"/>
                              </w:rPr>
                              <w:t>, 2024</w:t>
                            </w:r>
                          </w:p>
                          <w:p w14:paraId="15213ED6" w14:textId="77777777" w:rsidR="001752BA" w:rsidRDefault="001752B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7746153" w14:textId="77777777" w:rsidR="001752BA" w:rsidRDefault="001752B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</w:t>
                            </w:r>
                          </w:p>
                          <w:p w14:paraId="06C66EDE" w14:textId="77777777" w:rsidR="001752BA" w:rsidRPr="001752BA" w:rsidRDefault="00175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    </w:t>
                            </w:r>
                            <w:r w:rsidRPr="001752BA">
                              <w:rPr>
                                <w:sz w:val="28"/>
                                <w:szCs w:val="28"/>
                              </w:rPr>
                              <w:t xml:space="preserve"> ________________________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              Signature</w:t>
                            </w:r>
                          </w:p>
                          <w:p w14:paraId="0597F998" w14:textId="77777777" w:rsidR="001752BA" w:rsidRPr="001752BA" w:rsidRDefault="001752B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E44B4" id="Rectangle 9" o:spid="_x0000_s1027" style="position:absolute;margin-left:24pt;margin-top:-18.75pt;width:652.5pt;height:4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" filled="f" stroked="f">
                <v:textbox>
                  <w:txbxContent>
                    <w:p w14:paraId="46BB8555" w14:textId="77777777" w:rsidR="00A93E0D" w:rsidRPr="001752BA" w:rsidRDefault="001752BA">
                      <w:pPr>
                        <w:rPr>
                          <w:rFonts w:ascii="Matura MT Script Capitals" w:hAnsi="Matura MT Script Capitals"/>
                          <w:color w:val="943634" w:themeColor="accent2" w:themeShade="BF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943634" w:themeColor="accent2" w:themeShade="BF"/>
                          <w:sz w:val="72"/>
                          <w:szCs w:val="72"/>
                        </w:rPr>
                        <w:t xml:space="preserve">         </w:t>
                      </w:r>
                      <w:r w:rsidR="00A93E0D" w:rsidRPr="001752BA">
                        <w:rPr>
                          <w:rFonts w:ascii="Matura MT Script Capitals" w:hAnsi="Matura MT Script Capitals"/>
                          <w:color w:val="943634" w:themeColor="accent2" w:themeShade="BF"/>
                          <w:sz w:val="72"/>
                          <w:szCs w:val="72"/>
                        </w:rPr>
                        <w:t>Colors Painting Club Inc.</w:t>
                      </w:r>
                    </w:p>
                    <w:p w14:paraId="22F6DC08" w14:textId="77777777" w:rsidR="00A93E0D" w:rsidRPr="001752BA" w:rsidRDefault="001752BA">
                      <w:pPr>
                        <w:rPr>
                          <w:rFonts w:ascii="Monotype Corsiva" w:hAnsi="Monotype Corsiva"/>
                          <w:b/>
                          <w:color w:val="FFC000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FFC000"/>
                          <w:sz w:val="96"/>
                          <w:szCs w:val="96"/>
                        </w:rPr>
                        <w:t xml:space="preserve">          </w:t>
                      </w:r>
                      <w:r w:rsidR="00A93E0D" w:rsidRPr="001752BA">
                        <w:rPr>
                          <w:rFonts w:ascii="Monotype Corsiva" w:hAnsi="Monotype Corsiva"/>
                          <w:b/>
                          <w:color w:val="FFC000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7363E3B0" w14:textId="77777777" w:rsidR="00A93E0D" w:rsidRPr="001752BA" w:rsidRDefault="001752B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</w:t>
                      </w:r>
                      <w:r w:rsidR="00A93E0D" w:rsidRPr="001752BA">
                        <w:rPr>
                          <w:sz w:val="28"/>
                          <w:szCs w:val="28"/>
                        </w:rPr>
                        <w:t>THIS CERTIFICATE IS PROUDLY PRESENT TO:</w:t>
                      </w:r>
                    </w:p>
                    <w:p w14:paraId="5A22CD66" w14:textId="77777777" w:rsidR="00A93E0D" w:rsidRPr="001752BA" w:rsidRDefault="001752BA">
                      <w:pPr>
                        <w:rPr>
                          <w:rFonts w:ascii="Matura MT Script Capitals" w:hAnsi="Matura MT Script Capitals"/>
                          <w:color w:val="7030A0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7030A0"/>
                          <w:sz w:val="72"/>
                          <w:szCs w:val="72"/>
                        </w:rPr>
                        <w:t xml:space="preserve">                </w:t>
                      </w:r>
                      <w:r w:rsidRPr="001752BA">
                        <w:rPr>
                          <w:rFonts w:ascii="Matura MT Script Capitals" w:hAnsi="Matura MT Script Capitals"/>
                          <w:color w:val="7030A0"/>
                          <w:sz w:val="72"/>
                          <w:szCs w:val="72"/>
                        </w:rPr>
                        <w:t>Lara Coleman</w:t>
                      </w:r>
                    </w:p>
                    <w:p w14:paraId="042EA2A4" w14:textId="77777777" w:rsidR="001752BA" w:rsidRDefault="001752BA">
                      <w:pPr>
                        <w:rPr>
                          <w:sz w:val="28"/>
                          <w:szCs w:val="28"/>
                        </w:rPr>
                      </w:pPr>
                      <w:r w:rsidRPr="001752BA">
                        <w:rPr>
                          <w:sz w:val="28"/>
                          <w:szCs w:val="28"/>
                        </w:rPr>
                        <w:t xml:space="preserve">           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1752BA">
                        <w:rPr>
                          <w:sz w:val="28"/>
                          <w:szCs w:val="28"/>
                        </w:rPr>
                        <w:t xml:space="preserve">    Lorem ipsum dolor sit amet, consectetur adipiscing elit, sed do eiusmod tempor</w:t>
                      </w:r>
                      <w:r w:rsidRPr="001752BA">
                        <w:rPr>
                          <w:sz w:val="28"/>
                          <w:szCs w:val="28"/>
                        </w:rPr>
                        <w:br/>
                        <w:t xml:space="preserve">                              incididunt ut labore et dolore magna aliqua. Ut enim ad minim veniam, quis </w:t>
                      </w:r>
                      <w:r w:rsidRPr="001752BA">
                        <w:rPr>
                          <w:sz w:val="28"/>
                          <w:szCs w:val="28"/>
                        </w:rPr>
                        <w:br/>
                        <w:t xml:space="preserve">                            nostrud exercitation ullamco laboris nisi ut aliquip ex ea commodo consequat</w:t>
                      </w:r>
                    </w:p>
                    <w:p w14:paraId="0C22263A" w14:textId="77777777" w:rsidR="001752BA" w:rsidRDefault="001752B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752BA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 Given this December of 12</w:t>
                      </w:r>
                      <w:r w:rsidRPr="001752BA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1752BA">
                        <w:rPr>
                          <w:b/>
                          <w:sz w:val="28"/>
                          <w:szCs w:val="28"/>
                        </w:rPr>
                        <w:t>, 2024</w:t>
                      </w:r>
                    </w:p>
                    <w:p w14:paraId="15213ED6" w14:textId="77777777" w:rsidR="001752BA" w:rsidRDefault="001752B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37746153" w14:textId="77777777" w:rsidR="001752BA" w:rsidRDefault="001752B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</w:t>
                      </w:r>
                    </w:p>
                    <w:p w14:paraId="06C66EDE" w14:textId="77777777" w:rsidR="001752BA" w:rsidRPr="001752BA" w:rsidRDefault="001752B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    </w:t>
                      </w:r>
                      <w:r w:rsidRPr="001752BA">
                        <w:rPr>
                          <w:sz w:val="28"/>
                          <w:szCs w:val="28"/>
                        </w:rPr>
                        <w:t xml:space="preserve"> ________________________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              Signature</w:t>
                      </w:r>
                    </w:p>
                    <w:p w14:paraId="0597F998" w14:textId="77777777" w:rsidR="001752BA" w:rsidRPr="001752BA" w:rsidRDefault="001752B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71147" wp14:editId="1FD26B46">
                <wp:simplePos x="0" y="0"/>
                <wp:positionH relativeFrom="column">
                  <wp:posOffset>-548005</wp:posOffset>
                </wp:positionH>
                <wp:positionV relativeFrom="paragraph">
                  <wp:posOffset>-533400</wp:posOffset>
                </wp:positionV>
                <wp:extent cx="9815830" cy="90805"/>
                <wp:effectExtent l="13970" t="9525" r="9525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5830" cy="908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3F93D" id="Rectangle 8" o:spid="_x0000_s1026" style="position:absolute;margin-left:-43.15pt;margin-top:-42pt;width:772.9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" fillcolor="#4e6128 [1606]" strokecolor="#4e6128 [1606]"/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EEA2EA" wp14:editId="17699565">
                <wp:simplePos x="0" y="0"/>
                <wp:positionH relativeFrom="column">
                  <wp:posOffset>9267825</wp:posOffset>
                </wp:positionH>
                <wp:positionV relativeFrom="paragraph">
                  <wp:posOffset>-533400</wp:posOffset>
                </wp:positionV>
                <wp:extent cx="104775" cy="6619875"/>
                <wp:effectExtent l="9525" t="9525" r="9525" b="952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66198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B693" id="Rectangle 7" o:spid="_x0000_s1026" style="position:absolute;margin-left:729.75pt;margin-top:-42pt;width:8.25pt;height:5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" fillcolor="#4e6128 [1606]" strokecolor="#4e6128 [1606]"/>
            </w:pict>
          </mc:Fallback>
        </mc:AlternateContent>
      </w:r>
      <w:r w:rsidR="00CA4F6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ECC7D7" wp14:editId="52157785">
                <wp:simplePos x="0" y="0"/>
                <wp:positionH relativeFrom="column">
                  <wp:posOffset>-548005</wp:posOffset>
                </wp:positionH>
                <wp:positionV relativeFrom="paragraph">
                  <wp:posOffset>-533400</wp:posOffset>
                </wp:positionV>
                <wp:extent cx="90805" cy="6619875"/>
                <wp:effectExtent l="13970" t="9525" r="9525" b="952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66198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BF94B" id="Rectangle 6" o:spid="_x0000_s1026" style="position:absolute;margin-left:-43.15pt;margin-top:-42pt;width:7.15pt;height:52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" fillcolor="#4e6128 [1606]" strokecolor="#4e6128 [1606]"/>
            </w:pict>
          </mc:Fallback>
        </mc:AlternateContent>
      </w:r>
    </w:p>
    <w:sectPr w:rsidR="000E56ED" w:rsidSect="00A93E0D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B0"/>
    <w:rsid w:val="001752BA"/>
    <w:rsid w:val="00344980"/>
    <w:rsid w:val="003515E6"/>
    <w:rsid w:val="00642EB0"/>
    <w:rsid w:val="0079279D"/>
    <w:rsid w:val="009A588C"/>
    <w:rsid w:val="00A93E0D"/>
    <w:rsid w:val="00CA4F61"/>
    <w:rsid w:val="00E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D4E48"/>
  <w15:docId w15:val="{3133648E-0AEC-4562-A7F9-7C4C7451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10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Muhammad Khalid Farooq</cp:lastModifiedBy>
  <cp:revision>2</cp:revision>
  <dcterms:created xsi:type="dcterms:W3CDTF">2020-11-24T11:25:00Z</dcterms:created>
  <dcterms:modified xsi:type="dcterms:W3CDTF">2020-11-24T11:25:00Z</dcterms:modified>
</cp:coreProperties>
</file>