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F4C63" w14:textId="799FE91A" w:rsidR="00491190" w:rsidRDefault="00BF549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5167" behindDoc="1" locked="0" layoutInCell="1" allowOverlap="1" wp14:anchorId="5512B998" wp14:editId="08CB8BED">
            <wp:simplePos x="0" y="0"/>
            <wp:positionH relativeFrom="column">
              <wp:posOffset>6761773</wp:posOffset>
            </wp:positionH>
            <wp:positionV relativeFrom="paragraph">
              <wp:posOffset>0</wp:posOffset>
            </wp:positionV>
            <wp:extent cx="1673860" cy="1562100"/>
            <wp:effectExtent l="0" t="0" r="2540" b="0"/>
            <wp:wrapTight wrapText="bothSides">
              <wp:wrapPolygon edited="0">
                <wp:start x="8112" y="0"/>
                <wp:lineTo x="6392" y="527"/>
                <wp:lineTo x="1475" y="3424"/>
                <wp:lineTo x="246" y="6849"/>
                <wp:lineTo x="0" y="7902"/>
                <wp:lineTo x="0" y="13698"/>
                <wp:lineTo x="1229" y="16859"/>
                <wp:lineTo x="1229" y="17385"/>
                <wp:lineTo x="6146" y="21073"/>
                <wp:lineTo x="7866" y="21337"/>
                <wp:lineTo x="13520" y="21337"/>
                <wp:lineTo x="15241" y="21073"/>
                <wp:lineTo x="20158" y="17385"/>
                <wp:lineTo x="20158" y="16859"/>
                <wp:lineTo x="21387" y="13698"/>
                <wp:lineTo x="21387" y="7902"/>
                <wp:lineTo x="20158" y="3424"/>
                <wp:lineTo x="15487" y="527"/>
                <wp:lineTo x="13275" y="0"/>
                <wp:lineTo x="8112" y="0"/>
              </wp:wrapPolygon>
            </wp:wrapTight>
            <wp:docPr id="1" name="Picture 0" descr="362260-iso-9001-certified-1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2260-iso-9001-certified-1-logo.png"/>
                    <pic:cNvPicPr/>
                  </pic:nvPicPr>
                  <pic:blipFill>
                    <a:blip r:embed="rId5"/>
                    <a:srcRect l="3077" t="3590" r="5128" b="7179"/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156210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E715B2E" wp14:editId="777FFD5B">
                <wp:simplePos x="0" y="0"/>
                <wp:positionH relativeFrom="column">
                  <wp:posOffset>5186778</wp:posOffset>
                </wp:positionH>
                <wp:positionV relativeFrom="paragraph">
                  <wp:posOffset>-1488880</wp:posOffset>
                </wp:positionV>
                <wp:extent cx="4857750" cy="3238500"/>
                <wp:effectExtent l="19050" t="18415" r="19050" b="1968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857750" cy="3238500"/>
                        </a:xfrm>
                        <a:prstGeom prst="notchedRight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01A7A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2" o:spid="_x0000_s1026" type="#_x0000_t94" style="position:absolute;margin-left:408.4pt;margin-top:-117.25pt;width:382.5pt;height:255pt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" fillcolor="#c00000" strokecolor="#c00000"/>
            </w:pict>
          </mc:Fallback>
        </mc:AlternateContent>
      </w:r>
      <w:r w:rsidR="00300D7A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84B36CE" wp14:editId="239270B9">
                <wp:simplePos x="0" y="0"/>
                <wp:positionH relativeFrom="column">
                  <wp:posOffset>-211455</wp:posOffset>
                </wp:positionH>
                <wp:positionV relativeFrom="paragraph">
                  <wp:posOffset>168275</wp:posOffset>
                </wp:positionV>
                <wp:extent cx="8143875" cy="6372225"/>
                <wp:effectExtent l="0" t="0" r="0" b="952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3875" cy="637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3CDDA" w14:textId="77777777" w:rsidR="00491190" w:rsidRPr="00491190" w:rsidRDefault="00491190" w:rsidP="00491190">
                            <w:pPr>
                              <w:rPr>
                                <w:rFonts w:ascii="Harrington" w:hAnsi="Harrington"/>
                                <w:b/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491190">
                              <w:rPr>
                                <w:rFonts w:ascii="Harrington" w:hAnsi="Harrington"/>
                                <w:b/>
                                <w:color w:val="C0000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7BBCEB60" w14:textId="77777777" w:rsidR="00491190" w:rsidRPr="00491190" w:rsidRDefault="00491190" w:rsidP="00491190">
                            <w:pPr>
                              <w:rPr>
                                <w:sz w:val="72"/>
                                <w:szCs w:val="72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 w:val="72"/>
                                <w:szCs w:val="72"/>
                              </w:rPr>
                              <w:t xml:space="preserve">                        </w:t>
                            </w:r>
                            <w:r w:rsidRPr="00491190">
                              <w:rPr>
                                <w:sz w:val="72"/>
                                <w:szCs w:val="72"/>
                                <w:u w:val="single"/>
                              </w:rPr>
                              <w:t>Awarded to</w:t>
                            </w:r>
                          </w:p>
                          <w:p w14:paraId="199EB125" w14:textId="77777777" w:rsidR="00491190" w:rsidRDefault="00491190" w:rsidP="00491190"/>
                          <w:p w14:paraId="77FEA83D" w14:textId="77777777" w:rsidR="00491190" w:rsidRPr="00491190" w:rsidRDefault="00491190" w:rsidP="00491190">
                            <w:pPr>
                              <w:rPr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491190">
                              <w:rPr>
                                <w:sz w:val="72"/>
                                <w:szCs w:val="72"/>
                              </w:rPr>
                              <w:t xml:space="preserve"> 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Pr="00491190">
                              <w:rPr>
                                <w:color w:val="C00000"/>
                                <w:sz w:val="72"/>
                                <w:szCs w:val="72"/>
                              </w:rPr>
                              <w:t>Your Company name here</w:t>
                            </w:r>
                          </w:p>
                          <w:p w14:paraId="7F891727" w14:textId="77777777" w:rsidR="00491190" w:rsidRPr="001E7744" w:rsidRDefault="00491190" w:rsidP="0049119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</w:t>
                            </w:r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adipiscing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elit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, sed do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eiusmod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</w:t>
                            </w:r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incididunt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labore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et dolore magna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aliqua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. Ut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ad minim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veniam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quis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nostrud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exercitation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ullamco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laboris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nisi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aliquip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ex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ea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commodo</w:t>
                            </w:r>
                            <w:proofErr w:type="spellEnd"/>
                            <w:r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4682C">
                              <w:rPr>
                                <w:sz w:val="28"/>
                                <w:szCs w:val="28"/>
                              </w:rPr>
                              <w:t>consequat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706A9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         Presented by</w:t>
                            </w:r>
                            <w:r w:rsidR="00706A96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1E7744">
                              <w:rPr>
                                <w:sz w:val="28"/>
                                <w:szCs w:val="28"/>
                              </w:rPr>
                              <w:t xml:space="preserve">ABC company </w:t>
                            </w:r>
                            <w:r w:rsidR="00706A96">
                              <w:rPr>
                                <w:sz w:val="28"/>
                                <w:szCs w:val="28"/>
                              </w:rPr>
                              <w:t xml:space="preserve">                                    </w:t>
                            </w:r>
                            <w:r w:rsidR="00706A96"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</w:t>
                            </w:r>
                            <w:r w:rsidR="00706A9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A64ACC8" wp14:editId="54BA0239">
                                  <wp:extent cx="1899452" cy="1238250"/>
                                  <wp:effectExtent l="0" t="0" r="5715" b="0"/>
                                  <wp:docPr id="2" name="Picture 1" descr="OIP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IP (1)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9452" cy="1238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4A420E" w14:textId="6557E5E5" w:rsidR="00491190" w:rsidRPr="001E7744" w:rsidRDefault="00491190" w:rsidP="00491190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              </w:t>
                            </w:r>
                            <w:r w:rsidR="00706A9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                     </w:t>
                            </w:r>
                            <w:r w:rsidR="00BF549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="00706A9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December </w:t>
                            </w:r>
                            <w:r w:rsidRPr="001E7744">
                              <w:rPr>
                                <w:b/>
                                <w:sz w:val="40"/>
                                <w:szCs w:val="40"/>
                              </w:rPr>
                              <w:t>12,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E7744">
                              <w:rPr>
                                <w:b/>
                                <w:sz w:val="40"/>
                                <w:szCs w:val="40"/>
                              </w:rPr>
                              <w:t>2020</w:t>
                            </w:r>
                          </w:p>
                          <w:p w14:paraId="40D4FBE9" w14:textId="77777777" w:rsidR="00491190" w:rsidRDefault="00491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B36CE" id="Rectangle 8" o:spid="_x0000_s1026" style="position:absolute;margin-left:-16.65pt;margin-top:13.25pt;width:641.25pt;height:501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" filled="f" stroked="f">
                <v:textbox>
                  <w:txbxContent>
                    <w:p w14:paraId="1DC3CDDA" w14:textId="77777777" w:rsidR="00491190" w:rsidRPr="00491190" w:rsidRDefault="00491190" w:rsidP="00491190">
                      <w:pPr>
                        <w:rPr>
                          <w:rFonts w:ascii="Harrington" w:hAnsi="Harrington"/>
                          <w:b/>
                          <w:color w:val="C00000"/>
                          <w:sz w:val="96"/>
                          <w:szCs w:val="96"/>
                        </w:rPr>
                      </w:pPr>
                      <w:r w:rsidRPr="00491190">
                        <w:rPr>
                          <w:rFonts w:ascii="Harrington" w:hAnsi="Harrington"/>
                          <w:b/>
                          <w:color w:val="C0000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7BBCEB60" w14:textId="77777777" w:rsidR="00491190" w:rsidRPr="00491190" w:rsidRDefault="00491190" w:rsidP="00491190">
                      <w:pPr>
                        <w:rPr>
                          <w:sz w:val="72"/>
                          <w:szCs w:val="72"/>
                          <w:u w:val="single"/>
                        </w:rPr>
                      </w:pPr>
                      <w:r>
                        <w:rPr>
                          <w:i/>
                          <w:sz w:val="72"/>
                          <w:szCs w:val="72"/>
                        </w:rPr>
                        <w:t xml:space="preserve">                        </w:t>
                      </w:r>
                      <w:r w:rsidRPr="00491190">
                        <w:rPr>
                          <w:sz w:val="72"/>
                          <w:szCs w:val="72"/>
                          <w:u w:val="single"/>
                        </w:rPr>
                        <w:t>Awarded to</w:t>
                      </w:r>
                    </w:p>
                    <w:p w14:paraId="199EB125" w14:textId="77777777" w:rsidR="00491190" w:rsidRDefault="00491190" w:rsidP="00491190"/>
                    <w:p w14:paraId="77FEA83D" w14:textId="77777777" w:rsidR="00491190" w:rsidRPr="00491190" w:rsidRDefault="00491190" w:rsidP="00491190">
                      <w:pPr>
                        <w:rPr>
                          <w:color w:val="C00000"/>
                          <w:sz w:val="72"/>
                          <w:szCs w:val="72"/>
                        </w:rPr>
                      </w:pPr>
                      <w:r w:rsidRPr="00491190">
                        <w:rPr>
                          <w:sz w:val="72"/>
                          <w:szCs w:val="72"/>
                        </w:rPr>
                        <w:t xml:space="preserve">  </w:t>
                      </w:r>
                      <w:r>
                        <w:rPr>
                          <w:sz w:val="72"/>
                          <w:szCs w:val="72"/>
                        </w:rPr>
                        <w:t xml:space="preserve">       </w:t>
                      </w:r>
                      <w:r w:rsidRPr="00491190">
                        <w:rPr>
                          <w:color w:val="C00000"/>
                          <w:sz w:val="72"/>
                          <w:szCs w:val="72"/>
                        </w:rPr>
                        <w:t>Your Company name here</w:t>
                      </w:r>
                    </w:p>
                    <w:p w14:paraId="7F891727" w14:textId="77777777" w:rsidR="00491190" w:rsidRPr="001E7744" w:rsidRDefault="00491190" w:rsidP="0049119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</w:t>
                      </w:r>
                      <w:r w:rsidRPr="00A4682C">
                        <w:rPr>
                          <w:sz w:val="28"/>
                          <w:szCs w:val="28"/>
                        </w:rPr>
                        <w:t xml:space="preserve">Lorem ipsum dolor sit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adipiscing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elit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, sed do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eiusmod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tempor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</w:t>
                      </w:r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incididunt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labore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et dolore magna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aliqua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. Ut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ad minim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veniam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quis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nostrud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exercitation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ullamco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laboris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nisi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aliquip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ex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ea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commodo</w:t>
                      </w:r>
                      <w:proofErr w:type="spellEnd"/>
                      <w:r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4682C">
                        <w:rPr>
                          <w:sz w:val="28"/>
                          <w:szCs w:val="28"/>
                        </w:rPr>
                        <w:t>consequat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</w:rPr>
                        <w:br/>
                      </w:r>
                      <w:r w:rsidRPr="00706A96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         Presented by</w:t>
                      </w:r>
                      <w:r w:rsidR="00706A96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1E7744">
                        <w:rPr>
                          <w:sz w:val="28"/>
                          <w:szCs w:val="28"/>
                        </w:rPr>
                        <w:t xml:space="preserve">ABC company </w:t>
                      </w:r>
                      <w:r w:rsidR="00706A96">
                        <w:rPr>
                          <w:sz w:val="28"/>
                          <w:szCs w:val="28"/>
                        </w:rPr>
                        <w:t xml:space="preserve">                                    </w:t>
                      </w:r>
                      <w:r w:rsidR="00706A96">
                        <w:rPr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</w:t>
                      </w:r>
                      <w:r w:rsidR="00706A9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A64ACC8" wp14:editId="54BA0239">
                            <wp:extent cx="1899452" cy="1238250"/>
                            <wp:effectExtent l="0" t="0" r="5715" b="0"/>
                            <wp:docPr id="2" name="Picture 1" descr="OIP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IP (1)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9452" cy="12382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4A420E" w14:textId="6557E5E5" w:rsidR="00491190" w:rsidRPr="001E7744" w:rsidRDefault="00491190" w:rsidP="00491190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                    </w:t>
                      </w:r>
                      <w:r w:rsidR="00706A96">
                        <w:rPr>
                          <w:b/>
                          <w:sz w:val="40"/>
                          <w:szCs w:val="40"/>
                        </w:rPr>
                        <w:t xml:space="preserve">                              </w:t>
                      </w:r>
                      <w:r w:rsidR="00BF549F">
                        <w:rPr>
                          <w:b/>
                          <w:sz w:val="40"/>
                          <w:szCs w:val="40"/>
                        </w:rPr>
                        <w:t xml:space="preserve">      </w:t>
                      </w:r>
                      <w:r w:rsidR="00706A96">
                        <w:rPr>
                          <w:b/>
                          <w:sz w:val="40"/>
                          <w:szCs w:val="40"/>
                        </w:rPr>
                        <w:t xml:space="preserve">December </w:t>
                      </w:r>
                      <w:r w:rsidRPr="001E7744">
                        <w:rPr>
                          <w:b/>
                          <w:sz w:val="40"/>
                          <w:szCs w:val="40"/>
                        </w:rPr>
                        <w:t>12,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1E7744">
                        <w:rPr>
                          <w:b/>
                          <w:sz w:val="40"/>
                          <w:szCs w:val="40"/>
                        </w:rPr>
                        <w:t>2020</w:t>
                      </w:r>
                    </w:p>
                    <w:p w14:paraId="40D4FBE9" w14:textId="77777777" w:rsidR="00491190" w:rsidRDefault="00491190"/>
                  </w:txbxContent>
                </v:textbox>
              </v:rect>
            </w:pict>
          </mc:Fallback>
        </mc:AlternateContent>
      </w:r>
      <w:r w:rsidR="00300D7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827519" wp14:editId="35D57BAF">
                <wp:simplePos x="0" y="0"/>
                <wp:positionH relativeFrom="column">
                  <wp:posOffset>9105900</wp:posOffset>
                </wp:positionH>
                <wp:positionV relativeFrom="paragraph">
                  <wp:posOffset>-295275</wp:posOffset>
                </wp:positionV>
                <wp:extent cx="133350" cy="6391275"/>
                <wp:effectExtent l="9525" t="9525" r="9525" b="9525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63912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BE685" id="Rectangle 6" o:spid="_x0000_s1026" style="position:absolute;margin-left:717pt;margin-top:-23.25pt;width:10.5pt;height:50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" fillcolor="#c00000" strokecolor="#c00000"/>
            </w:pict>
          </mc:Fallback>
        </mc:AlternateContent>
      </w:r>
      <w:r w:rsidR="00300D7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D30804" wp14:editId="09861CC7">
                <wp:simplePos x="0" y="0"/>
                <wp:positionH relativeFrom="column">
                  <wp:posOffset>8429625</wp:posOffset>
                </wp:positionH>
                <wp:positionV relativeFrom="paragraph">
                  <wp:posOffset>-428625</wp:posOffset>
                </wp:positionV>
                <wp:extent cx="809625" cy="133350"/>
                <wp:effectExtent l="9525" t="9525" r="9525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1333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529F8" id="Rectangle 5" o:spid="_x0000_s1026" style="position:absolute;margin-left:663.75pt;margin-top:-33.75pt;width:63.7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" fillcolor="#c00000" strokecolor="#c00000"/>
            </w:pict>
          </mc:Fallback>
        </mc:AlternateContent>
      </w:r>
      <w:r w:rsidR="00300D7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E74351" wp14:editId="16F32186">
                <wp:simplePos x="0" y="0"/>
                <wp:positionH relativeFrom="column">
                  <wp:posOffset>-333375</wp:posOffset>
                </wp:positionH>
                <wp:positionV relativeFrom="paragraph">
                  <wp:posOffset>-295275</wp:posOffset>
                </wp:positionV>
                <wp:extent cx="123825" cy="6486525"/>
                <wp:effectExtent l="9525" t="9525" r="9525" b="952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64865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BBD5E" id="Rectangle 4" o:spid="_x0000_s1026" style="position:absolute;margin-left:-26.25pt;margin-top:-23.25pt;width:9.75pt;height:5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" fillcolor="#c00000" strokecolor="#c00000"/>
            </w:pict>
          </mc:Fallback>
        </mc:AlternateContent>
      </w:r>
      <w:r w:rsidR="00300D7A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0E474E" wp14:editId="4766250E">
                <wp:simplePos x="0" y="0"/>
                <wp:positionH relativeFrom="column">
                  <wp:posOffset>-333375</wp:posOffset>
                </wp:positionH>
                <wp:positionV relativeFrom="paragraph">
                  <wp:posOffset>-428625</wp:posOffset>
                </wp:positionV>
                <wp:extent cx="7134225" cy="133350"/>
                <wp:effectExtent l="9525" t="9525" r="9525" b="952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1333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A31BA" id="Rectangle 3" o:spid="_x0000_s1026" style="position:absolute;margin-left:-26.25pt;margin-top:-33.75pt;width:561.7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" fillcolor="#c00000" strokecolor="#c00000"/>
            </w:pict>
          </mc:Fallback>
        </mc:AlternateContent>
      </w:r>
    </w:p>
    <w:p w14:paraId="211245F6" w14:textId="44EAAA9C" w:rsidR="000E56ED" w:rsidRDefault="00300D7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E59689" wp14:editId="4164BF5D">
                <wp:simplePos x="0" y="0"/>
                <wp:positionH relativeFrom="column">
                  <wp:posOffset>2726690</wp:posOffset>
                </wp:positionH>
                <wp:positionV relativeFrom="paragraph">
                  <wp:posOffset>5868035</wp:posOffset>
                </wp:positionV>
                <wp:extent cx="3757295" cy="438150"/>
                <wp:effectExtent l="2540" t="0" r="2540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729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6D5EF" w14:textId="3FED5FCF" w:rsidR="00300D7A" w:rsidRPr="00300D7A" w:rsidRDefault="00300D7A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300D7A"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E59689" id="AutoShape 9" o:spid="_x0000_s1027" style="position:absolute;margin-left:214.7pt;margin-top:462.05pt;width:295.85pt;height:3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" filled="f" stroked="f">
                <v:textbox>
                  <w:txbxContent>
                    <w:p w14:paraId="36D6D5EF" w14:textId="3FED5FCF" w:rsidR="00300D7A" w:rsidRPr="00300D7A" w:rsidRDefault="00300D7A">
                      <w:pPr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 xml:space="preserve">   </w:t>
                      </w:r>
                      <w:r w:rsidRPr="00300D7A"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D23CC0" wp14:editId="12C716FF">
                <wp:simplePos x="0" y="0"/>
                <wp:positionH relativeFrom="column">
                  <wp:posOffset>-209550</wp:posOffset>
                </wp:positionH>
                <wp:positionV relativeFrom="paragraph">
                  <wp:posOffset>5715635</wp:posOffset>
                </wp:positionV>
                <wp:extent cx="9448800" cy="152400"/>
                <wp:effectExtent l="9525" t="9525" r="9525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800" cy="1524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95805" id="Rectangle 7" o:spid="_x0000_s1026" style="position:absolute;margin-left:-16.5pt;margin-top:450.05pt;width:744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" fillcolor="#c00000" strokecolor="#c00000"/>
            </w:pict>
          </mc:Fallback>
        </mc:AlternateContent>
      </w:r>
    </w:p>
    <w:sectPr w:rsidR="000E56ED" w:rsidSect="0049119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7A"/>
    <w:rsid w:val="0025072D"/>
    <w:rsid w:val="00300D7A"/>
    <w:rsid w:val="003515E6"/>
    <w:rsid w:val="00371147"/>
    <w:rsid w:val="00470207"/>
    <w:rsid w:val="00491190"/>
    <w:rsid w:val="00706A96"/>
    <w:rsid w:val="0079279D"/>
    <w:rsid w:val="009A588C"/>
    <w:rsid w:val="00BF549F"/>
    <w:rsid w:val="00D0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5DA49"/>
  <w15:docId w15:val="{0B8C107C-34C3-4DF3-AE37-1CF4F090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F498622-EC94-4A4C-8377-601C3992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5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2020-11-24T11:17:00Z</dcterms:created>
  <dcterms:modified xsi:type="dcterms:W3CDTF">2020-11-24T11:17:00Z</dcterms:modified>
</cp:coreProperties>
</file>