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AA4329" w14:textId="182865FC" w:rsidR="000E56ED" w:rsidRDefault="005C254D"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03602C6" wp14:editId="034C10AD">
                <wp:simplePos x="0" y="0"/>
                <wp:positionH relativeFrom="column">
                  <wp:posOffset>2493645</wp:posOffset>
                </wp:positionH>
                <wp:positionV relativeFrom="paragraph">
                  <wp:posOffset>6002020</wp:posOffset>
                </wp:positionV>
                <wp:extent cx="4057015" cy="514985"/>
                <wp:effectExtent l="0" t="1270" r="2540" b="0"/>
                <wp:wrapNone/>
                <wp:docPr id="15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015" cy="5149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1513DD" w14:textId="672C7DE0" w:rsidR="005C254D" w:rsidRPr="005C254D" w:rsidRDefault="005C254D">
                            <w:pP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     </w:t>
                            </w:r>
                            <w:r w:rsidRPr="005C254D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www.mywordtemplates.org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03602C6" id="AutoShape 9" o:spid="_x0000_s1026" style="position:absolute;margin-left:196.35pt;margin-top:472.6pt;width:319.45pt;height:40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" filled="f" stroked="f">
                <v:textbox>
                  <w:txbxContent>
                    <w:p w14:paraId="331513DD" w14:textId="672C7DE0" w:rsidR="005C254D" w:rsidRPr="005C254D" w:rsidRDefault="005C254D">
                      <w:pPr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sz w:val="40"/>
                          <w:szCs w:val="40"/>
                        </w:rPr>
                        <w:t xml:space="preserve">      </w:t>
                      </w:r>
                      <w:r w:rsidRPr="005C254D">
                        <w:rPr>
                          <w:b/>
                          <w:bCs/>
                          <w:sz w:val="40"/>
                          <w:szCs w:val="40"/>
                        </w:rPr>
                        <w:t>www.mywordtemplates.org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824" behindDoc="0" locked="0" layoutInCell="1" allowOverlap="1" wp14:anchorId="5AEDED56" wp14:editId="01020BFD">
            <wp:simplePos x="0" y="0"/>
            <wp:positionH relativeFrom="column">
              <wp:posOffset>3424844</wp:posOffset>
            </wp:positionH>
            <wp:positionV relativeFrom="paragraph">
              <wp:posOffset>4459894</wp:posOffset>
            </wp:positionV>
            <wp:extent cx="2078182" cy="1545551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aturation sat="3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8182" cy="15455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3632" behindDoc="0" locked="0" layoutInCell="1" allowOverlap="1" wp14:anchorId="08199869" wp14:editId="28E00748">
            <wp:simplePos x="0" y="0"/>
            <wp:positionH relativeFrom="column">
              <wp:posOffset>814132</wp:posOffset>
            </wp:positionH>
            <wp:positionV relativeFrom="paragraph">
              <wp:posOffset>4537999</wp:posOffset>
            </wp:positionV>
            <wp:extent cx="1762125" cy="703223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7032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2643ABD0" wp14:editId="5E66BDB7">
                <wp:simplePos x="0" y="0"/>
                <wp:positionH relativeFrom="column">
                  <wp:posOffset>0</wp:posOffset>
                </wp:positionH>
                <wp:positionV relativeFrom="paragraph">
                  <wp:posOffset>2024970</wp:posOffset>
                </wp:positionV>
                <wp:extent cx="7829621" cy="3462771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29621" cy="3462771"/>
                          <a:chOff x="0" y="1647825"/>
                          <a:chExt cx="7830108" cy="3463065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902186" y="4407666"/>
                            <a:ext cx="1927922" cy="70322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Text Box 3"/>
                        <wps:cNvSpPr txBox="1"/>
                        <wps:spPr>
                          <a:xfrm>
                            <a:off x="0" y="1647825"/>
                            <a:ext cx="2790825" cy="37909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6C55B07D" w14:textId="65C9AAE8" w:rsidR="005C254D" w:rsidRPr="005C254D" w:rsidRDefault="005C254D" w:rsidP="005C254D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43ABD0" id="Group 4" o:spid="_x0000_s1027" style="position:absolute;margin-left:0;margin-top:159.45pt;width:616.5pt;height:272.65pt;z-index:251662336;mso-width-relative:margin;mso-height-relative:margin" coordorigin=",16478" coordsize="78301,346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8" type="#_x0000_t75" style="position:absolute;left:59021;top:44076;width:19280;height:7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">
                  <v:imagedata r:id="rId11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top:16478;width:27908;height:3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" stroked="f">
                  <v:textbox style="mso-fit-shape-to-text:t">
                    <w:txbxContent>
                      <w:p w14:paraId="6C55B07D" w14:textId="65C9AAE8" w:rsidR="005C254D" w:rsidRPr="005C254D" w:rsidRDefault="005C254D" w:rsidP="005C254D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00EEB53" wp14:editId="0D6B8399">
                <wp:simplePos x="0" y="0"/>
                <wp:positionH relativeFrom="column">
                  <wp:posOffset>9227185</wp:posOffset>
                </wp:positionH>
                <wp:positionV relativeFrom="paragraph">
                  <wp:posOffset>-914400</wp:posOffset>
                </wp:positionV>
                <wp:extent cx="166370" cy="7639050"/>
                <wp:effectExtent l="6985" t="9525" r="7620" b="9525"/>
                <wp:wrapNone/>
                <wp:docPr id="1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370" cy="763905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77B10C" id="Rectangle 7" o:spid="_x0000_s1026" style="position:absolute;margin-left:726.55pt;margin-top:-1in;width:13.1pt;height:60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" fillcolor="#002060" strokecolor="#00206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D3952E0" wp14:editId="34B0AAB6">
                <wp:simplePos x="0" y="0"/>
                <wp:positionH relativeFrom="column">
                  <wp:posOffset>9393555</wp:posOffset>
                </wp:positionH>
                <wp:positionV relativeFrom="paragraph">
                  <wp:posOffset>-914400</wp:posOffset>
                </wp:positionV>
                <wp:extent cx="166370" cy="7772400"/>
                <wp:effectExtent l="11430" t="9525" r="12700" b="9525"/>
                <wp:wrapNone/>
                <wp:docPr id="1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370" cy="77724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79311B" id="Rectangle 5" o:spid="_x0000_s1026" style="position:absolute;margin-left:739.65pt;margin-top:-1in;width:13.1pt;height:6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" fillcolor="#ffc000" strokecolor="#ffc00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CC2531A" wp14:editId="069A3ADB">
                <wp:simplePos x="0" y="0"/>
                <wp:positionH relativeFrom="column">
                  <wp:posOffset>9559925</wp:posOffset>
                </wp:positionH>
                <wp:positionV relativeFrom="paragraph">
                  <wp:posOffset>-981075</wp:posOffset>
                </wp:positionV>
                <wp:extent cx="300355" cy="7705725"/>
                <wp:effectExtent l="6350" t="9525" r="7620" b="9525"/>
                <wp:wrapNone/>
                <wp:docPr id="1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355" cy="770572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8B0B14" id="Rectangle 2" o:spid="_x0000_s1026" style="position:absolute;margin-left:752.75pt;margin-top:-77.25pt;width:23.65pt;height:606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" fillcolor="#002060" strokecolor="#00206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766C8FD" wp14:editId="522C37DF">
                <wp:simplePos x="0" y="0"/>
                <wp:positionH relativeFrom="column">
                  <wp:posOffset>-489585</wp:posOffset>
                </wp:positionH>
                <wp:positionV relativeFrom="paragraph">
                  <wp:posOffset>-914400</wp:posOffset>
                </wp:positionV>
                <wp:extent cx="156845" cy="7705725"/>
                <wp:effectExtent l="5715" t="9525" r="8890" b="9525"/>
                <wp:wrapNone/>
                <wp:docPr id="1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845" cy="770572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1B6B1C" id="Rectangle 6" o:spid="_x0000_s1026" style="position:absolute;margin-left:-38.55pt;margin-top:-1in;width:12.35pt;height:60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" fillcolor="#002060" strokecolor="#00206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B2D215B" wp14:editId="7AD8CADE">
                <wp:simplePos x="0" y="0"/>
                <wp:positionH relativeFrom="column">
                  <wp:posOffset>-689610</wp:posOffset>
                </wp:positionH>
                <wp:positionV relativeFrom="paragraph">
                  <wp:posOffset>-914400</wp:posOffset>
                </wp:positionV>
                <wp:extent cx="200025" cy="7639050"/>
                <wp:effectExtent l="5715" t="9525" r="13335" b="9525"/>
                <wp:wrapNone/>
                <wp:docPr id="10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763905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EB570D" id="Rectangle 4" o:spid="_x0000_s1026" style="position:absolute;margin-left:-54.3pt;margin-top:-1in;width:15.75pt;height:60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" fillcolor="#ffc000" strokecolor="#ffc00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D6592ED" wp14:editId="45FBA691">
                <wp:simplePos x="0" y="0"/>
                <wp:positionH relativeFrom="column">
                  <wp:posOffset>-1213485</wp:posOffset>
                </wp:positionH>
                <wp:positionV relativeFrom="paragraph">
                  <wp:posOffset>-914400</wp:posOffset>
                </wp:positionV>
                <wp:extent cx="523875" cy="7772400"/>
                <wp:effectExtent l="5715" t="9525" r="13335" b="9525"/>
                <wp:wrapNone/>
                <wp:docPr id="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3875" cy="777240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D7B8C2" id="Rectangle 3" o:spid="_x0000_s1026" style="position:absolute;margin-left:-95.55pt;margin-top:-1in;width:41.25pt;height:6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" fillcolor="#002060" strokecolor="#00206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5DF3C08" wp14:editId="070BDA82">
                <wp:simplePos x="0" y="0"/>
                <wp:positionH relativeFrom="column">
                  <wp:posOffset>504825</wp:posOffset>
                </wp:positionH>
                <wp:positionV relativeFrom="paragraph">
                  <wp:posOffset>-504825</wp:posOffset>
                </wp:positionV>
                <wp:extent cx="7934325" cy="6858000"/>
                <wp:effectExtent l="0" t="0" r="0" b="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34325" cy="685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FB17D0" w14:textId="589DE97A" w:rsidR="00EE06B8" w:rsidRPr="00EE06B8" w:rsidRDefault="00EE06B8">
                            <w:pPr>
                              <w:rPr>
                                <w:rFonts w:ascii="Monotype Corsiva" w:hAnsi="Monotype Corsiva"/>
                                <w:color w:val="00206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color w:val="002060"/>
                                <w:sz w:val="96"/>
                                <w:szCs w:val="96"/>
                              </w:rPr>
                              <w:t xml:space="preserve">        </w:t>
                            </w:r>
                            <w:r w:rsidR="005C254D">
                              <w:rPr>
                                <w:rFonts w:ascii="Monotype Corsiva" w:hAnsi="Monotype Corsiva"/>
                                <w:color w:val="002060"/>
                                <w:sz w:val="96"/>
                                <w:szCs w:val="96"/>
                              </w:rPr>
                              <w:t>Star</w:t>
                            </w:r>
                            <w:r w:rsidRPr="00EE06B8">
                              <w:rPr>
                                <w:rFonts w:ascii="Monotype Corsiva" w:hAnsi="Monotype Corsiva"/>
                                <w:color w:val="002060"/>
                                <w:sz w:val="96"/>
                                <w:szCs w:val="96"/>
                              </w:rPr>
                              <w:t xml:space="preserve"> Lightning Company</w:t>
                            </w:r>
                          </w:p>
                          <w:p w14:paraId="4CCD5AB5" w14:textId="77777777" w:rsidR="00EE06B8" w:rsidRPr="00EE06B8" w:rsidRDefault="00EE06B8">
                            <w:pPr>
                              <w:rPr>
                                <w:rFonts w:ascii="Matura MT Script Capitals" w:hAnsi="Matura MT Script Capitals"/>
                                <w:color w:val="FFC0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Matura MT Script Capitals" w:hAnsi="Matura MT Script Capitals"/>
                                <w:color w:val="FFC000"/>
                                <w:sz w:val="96"/>
                                <w:szCs w:val="96"/>
                              </w:rPr>
                              <w:t xml:space="preserve">  </w:t>
                            </w:r>
                            <w:r w:rsidRPr="00EE06B8">
                              <w:rPr>
                                <w:rFonts w:ascii="Matura MT Script Capitals" w:hAnsi="Matura MT Script Capitals"/>
                                <w:color w:val="FFC000"/>
                                <w:sz w:val="96"/>
                                <w:szCs w:val="96"/>
                              </w:rPr>
                              <w:t>Certificate of Compliance</w:t>
                            </w:r>
                          </w:p>
                          <w:p w14:paraId="7D1DAAEA" w14:textId="77777777" w:rsidR="00EE06B8" w:rsidRPr="00EE06B8" w:rsidRDefault="00EE06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                                     </w:t>
                            </w:r>
                            <w:r w:rsidRPr="00EE06B8">
                              <w:rPr>
                                <w:sz w:val="28"/>
                                <w:szCs w:val="28"/>
                              </w:rPr>
                              <w:t>THIS IS TO ACKNOWLEDGE THAT</w:t>
                            </w:r>
                          </w:p>
                          <w:p w14:paraId="7632D90D" w14:textId="77777777" w:rsidR="00EE06B8" w:rsidRPr="00EE06B8" w:rsidRDefault="00EE06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7BDC648" w14:textId="2E215589" w:rsidR="00EE06B8" w:rsidRPr="00EE06B8" w:rsidRDefault="00EE06B8">
                            <w:pPr>
                              <w:rPr>
                                <w:rFonts w:ascii="Matura MT Script Capitals" w:hAnsi="Matura MT Script Capitals"/>
                                <w:color w:val="00206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Matura MT Script Capitals" w:hAnsi="Matura MT Script Capitals"/>
                                <w:color w:val="002060"/>
                                <w:sz w:val="72"/>
                                <w:szCs w:val="72"/>
                              </w:rPr>
                              <w:t xml:space="preserve">            </w:t>
                            </w:r>
                            <w:r w:rsidR="005C254D">
                              <w:rPr>
                                <w:rFonts w:ascii="Matura MT Script Capitals" w:hAnsi="Matura MT Script Capitals"/>
                                <w:color w:val="002060"/>
                                <w:sz w:val="72"/>
                                <w:szCs w:val="72"/>
                              </w:rPr>
                              <w:t xml:space="preserve">   Star</w:t>
                            </w:r>
                            <w:r w:rsidRPr="00EE06B8">
                              <w:rPr>
                                <w:rFonts w:ascii="Matura MT Script Capitals" w:hAnsi="Matura MT Script Capitals"/>
                                <w:color w:val="002060"/>
                                <w:sz w:val="72"/>
                                <w:szCs w:val="72"/>
                              </w:rPr>
                              <w:t xml:space="preserve"> Buildings</w:t>
                            </w:r>
                          </w:p>
                          <w:p w14:paraId="666C63B0" w14:textId="77777777" w:rsidR="00EE06B8" w:rsidRPr="00EE06B8" w:rsidRDefault="00EE06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</w:t>
                            </w:r>
                            <w:r w:rsidRPr="00EE06B8">
                              <w:rPr>
                                <w:sz w:val="28"/>
                                <w:szCs w:val="28"/>
                              </w:rPr>
                              <w:t xml:space="preserve">Has completed all necessary requirements and safety materials needed to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br/>
                              <w:t xml:space="preserve">                     </w:t>
                            </w:r>
                            <w:r w:rsidRPr="00EE06B8">
                              <w:rPr>
                                <w:sz w:val="28"/>
                                <w:szCs w:val="28"/>
                              </w:rPr>
                              <w:t>comply with the electrical safety procedures set forth by the state of Oregon.</w:t>
                            </w:r>
                          </w:p>
                          <w:p w14:paraId="6739453B" w14:textId="27519DD5" w:rsidR="00EE06B8" w:rsidRPr="00EE06B8" w:rsidRDefault="00EE06B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br/>
                              <w:t xml:space="preserve">                                                           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C254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Given this August of 9, 2020</w:t>
                            </w:r>
                          </w:p>
                          <w:p w14:paraId="1B4509FD" w14:textId="77777777" w:rsidR="005C254D" w:rsidRDefault="00EE06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br/>
                              <w:t xml:space="preserve"> </w:t>
                            </w:r>
                          </w:p>
                          <w:p w14:paraId="7B4EB045" w14:textId="252E3AC7" w:rsidR="00EE06B8" w:rsidRPr="005C254D" w:rsidRDefault="00EE06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 xml:space="preserve">   </w:t>
                            </w:r>
                            <w:r w:rsidRPr="00EE06B8">
                              <w:rPr>
                                <w:sz w:val="36"/>
                                <w:szCs w:val="36"/>
                              </w:rPr>
                              <w:t>_________________</w:t>
                            </w:r>
                            <w:r w:rsidR="005C254D">
                              <w:rPr>
                                <w:sz w:val="36"/>
                                <w:szCs w:val="36"/>
                              </w:rPr>
                              <w:t xml:space="preserve">                                                              ________________</w:t>
                            </w:r>
                            <w:r w:rsidRPr="00EE06B8">
                              <w:rPr>
                                <w:b/>
                                <w:sz w:val="36"/>
                                <w:szCs w:val="36"/>
                              </w:rPr>
                              <w:br/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  </w:t>
                            </w:r>
                            <w:r w:rsidR="005C254D">
                              <w:rPr>
                                <w:b/>
                                <w:sz w:val="36"/>
                                <w:szCs w:val="36"/>
                              </w:rPr>
                              <w:t xml:space="preserve">Project Manager                                                                                  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EE06B8">
                              <w:rPr>
                                <w:b/>
                                <w:sz w:val="36"/>
                                <w:szCs w:val="36"/>
                              </w:rPr>
                              <w:t>CEO</w:t>
                            </w:r>
                          </w:p>
                          <w:p w14:paraId="14CD2ED8" w14:textId="77777777" w:rsidR="00EE06B8" w:rsidRDefault="00EE06B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DF3C08" id="Rectangle 8" o:spid="_x0000_s1030" style="position:absolute;margin-left:39.75pt;margin-top:-39.75pt;width:624.75pt;height:54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" filled="f" stroked="f">
                <v:textbox>
                  <w:txbxContent>
                    <w:p w14:paraId="45FB17D0" w14:textId="589DE97A" w:rsidR="00EE06B8" w:rsidRPr="00EE06B8" w:rsidRDefault="00EE06B8">
                      <w:pPr>
                        <w:rPr>
                          <w:rFonts w:ascii="Monotype Corsiva" w:hAnsi="Monotype Corsiva"/>
                          <w:color w:val="002060"/>
                          <w:sz w:val="96"/>
                          <w:szCs w:val="96"/>
                        </w:rPr>
                      </w:pPr>
                      <w:r>
                        <w:rPr>
                          <w:rFonts w:ascii="Monotype Corsiva" w:hAnsi="Monotype Corsiva"/>
                          <w:color w:val="002060"/>
                          <w:sz w:val="96"/>
                          <w:szCs w:val="96"/>
                        </w:rPr>
                        <w:t xml:space="preserve">        </w:t>
                      </w:r>
                      <w:r w:rsidR="005C254D">
                        <w:rPr>
                          <w:rFonts w:ascii="Monotype Corsiva" w:hAnsi="Monotype Corsiva"/>
                          <w:color w:val="002060"/>
                          <w:sz w:val="96"/>
                          <w:szCs w:val="96"/>
                        </w:rPr>
                        <w:t>Star</w:t>
                      </w:r>
                      <w:r w:rsidRPr="00EE06B8">
                        <w:rPr>
                          <w:rFonts w:ascii="Monotype Corsiva" w:hAnsi="Monotype Corsiva"/>
                          <w:color w:val="002060"/>
                          <w:sz w:val="96"/>
                          <w:szCs w:val="96"/>
                        </w:rPr>
                        <w:t xml:space="preserve"> Lightning Company</w:t>
                      </w:r>
                    </w:p>
                    <w:p w14:paraId="4CCD5AB5" w14:textId="77777777" w:rsidR="00EE06B8" w:rsidRPr="00EE06B8" w:rsidRDefault="00EE06B8">
                      <w:pPr>
                        <w:rPr>
                          <w:rFonts w:ascii="Matura MT Script Capitals" w:hAnsi="Matura MT Script Capitals"/>
                          <w:color w:val="FFC000"/>
                          <w:sz w:val="96"/>
                          <w:szCs w:val="96"/>
                        </w:rPr>
                      </w:pPr>
                      <w:r>
                        <w:rPr>
                          <w:rFonts w:ascii="Matura MT Script Capitals" w:hAnsi="Matura MT Script Capitals"/>
                          <w:color w:val="FFC000"/>
                          <w:sz w:val="96"/>
                          <w:szCs w:val="96"/>
                        </w:rPr>
                        <w:t xml:space="preserve">  </w:t>
                      </w:r>
                      <w:r w:rsidRPr="00EE06B8">
                        <w:rPr>
                          <w:rFonts w:ascii="Matura MT Script Capitals" w:hAnsi="Matura MT Script Capitals"/>
                          <w:color w:val="FFC000"/>
                          <w:sz w:val="96"/>
                          <w:szCs w:val="96"/>
                        </w:rPr>
                        <w:t>Certificate of Compliance</w:t>
                      </w:r>
                    </w:p>
                    <w:p w14:paraId="7D1DAAEA" w14:textId="77777777" w:rsidR="00EE06B8" w:rsidRPr="00EE06B8" w:rsidRDefault="00EE06B8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                                           </w:t>
                      </w:r>
                      <w:r w:rsidRPr="00EE06B8">
                        <w:rPr>
                          <w:sz w:val="28"/>
                          <w:szCs w:val="28"/>
                        </w:rPr>
                        <w:t>THIS IS TO ACKNOWLEDGE THAT</w:t>
                      </w:r>
                    </w:p>
                    <w:p w14:paraId="7632D90D" w14:textId="77777777" w:rsidR="00EE06B8" w:rsidRPr="00EE06B8" w:rsidRDefault="00EE06B8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17BDC648" w14:textId="2E215589" w:rsidR="00EE06B8" w:rsidRPr="00EE06B8" w:rsidRDefault="00EE06B8">
                      <w:pPr>
                        <w:rPr>
                          <w:rFonts w:ascii="Matura MT Script Capitals" w:hAnsi="Matura MT Script Capitals"/>
                          <w:color w:val="002060"/>
                          <w:sz w:val="72"/>
                          <w:szCs w:val="72"/>
                        </w:rPr>
                      </w:pPr>
                      <w:r>
                        <w:rPr>
                          <w:rFonts w:ascii="Matura MT Script Capitals" w:hAnsi="Matura MT Script Capitals"/>
                          <w:color w:val="002060"/>
                          <w:sz w:val="72"/>
                          <w:szCs w:val="72"/>
                        </w:rPr>
                        <w:t xml:space="preserve">            </w:t>
                      </w:r>
                      <w:r w:rsidR="005C254D">
                        <w:rPr>
                          <w:rFonts w:ascii="Matura MT Script Capitals" w:hAnsi="Matura MT Script Capitals"/>
                          <w:color w:val="002060"/>
                          <w:sz w:val="72"/>
                          <w:szCs w:val="72"/>
                        </w:rPr>
                        <w:t xml:space="preserve">   Star</w:t>
                      </w:r>
                      <w:r w:rsidRPr="00EE06B8">
                        <w:rPr>
                          <w:rFonts w:ascii="Matura MT Script Capitals" w:hAnsi="Matura MT Script Capitals"/>
                          <w:color w:val="002060"/>
                          <w:sz w:val="72"/>
                          <w:szCs w:val="72"/>
                        </w:rPr>
                        <w:t xml:space="preserve"> Buildings</w:t>
                      </w:r>
                    </w:p>
                    <w:p w14:paraId="666C63B0" w14:textId="77777777" w:rsidR="00EE06B8" w:rsidRPr="00EE06B8" w:rsidRDefault="00EE06B8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      </w:t>
                      </w:r>
                      <w:r w:rsidRPr="00EE06B8">
                        <w:rPr>
                          <w:sz w:val="28"/>
                          <w:szCs w:val="28"/>
                        </w:rPr>
                        <w:t xml:space="preserve">Has completed all necessary requirements and safety materials needed to </w:t>
                      </w:r>
                      <w:r>
                        <w:rPr>
                          <w:sz w:val="28"/>
                          <w:szCs w:val="28"/>
                        </w:rPr>
                        <w:br/>
                        <w:t xml:space="preserve">                     </w:t>
                      </w:r>
                      <w:r w:rsidRPr="00EE06B8">
                        <w:rPr>
                          <w:sz w:val="28"/>
                          <w:szCs w:val="28"/>
                        </w:rPr>
                        <w:t>comply with the electrical safety procedures set forth by the state of Oregon.</w:t>
                      </w:r>
                    </w:p>
                    <w:p w14:paraId="6739453B" w14:textId="27519DD5" w:rsidR="00EE06B8" w:rsidRPr="00EE06B8" w:rsidRDefault="00EE06B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br/>
                        <w:t xml:space="preserve">                                                           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5C254D">
                        <w:rPr>
                          <w:b/>
                          <w:sz w:val="28"/>
                          <w:szCs w:val="28"/>
                        </w:rPr>
                        <w:t xml:space="preserve">       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Given this August of 9, 2020</w:t>
                      </w:r>
                    </w:p>
                    <w:p w14:paraId="1B4509FD" w14:textId="77777777" w:rsidR="005C254D" w:rsidRDefault="00EE06B8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br/>
                        <w:t xml:space="preserve"> </w:t>
                      </w:r>
                    </w:p>
                    <w:p w14:paraId="7B4EB045" w14:textId="252E3AC7" w:rsidR="00EE06B8" w:rsidRPr="005C254D" w:rsidRDefault="00EE06B8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 xml:space="preserve">   </w:t>
                      </w:r>
                      <w:r w:rsidRPr="00EE06B8">
                        <w:rPr>
                          <w:sz w:val="36"/>
                          <w:szCs w:val="36"/>
                        </w:rPr>
                        <w:t>_________________</w:t>
                      </w:r>
                      <w:r w:rsidR="005C254D">
                        <w:rPr>
                          <w:sz w:val="36"/>
                          <w:szCs w:val="36"/>
                        </w:rPr>
                        <w:t xml:space="preserve">                                                              ________________</w:t>
                      </w:r>
                      <w:r w:rsidRPr="00EE06B8">
                        <w:rPr>
                          <w:b/>
                          <w:sz w:val="36"/>
                          <w:szCs w:val="36"/>
                        </w:rPr>
                        <w:br/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     </w:t>
                      </w:r>
                      <w:r w:rsidR="005C254D">
                        <w:rPr>
                          <w:b/>
                          <w:sz w:val="36"/>
                          <w:szCs w:val="36"/>
                        </w:rPr>
                        <w:t xml:space="preserve">Project Manager                                                                                  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Pr="00EE06B8">
                        <w:rPr>
                          <w:b/>
                          <w:sz w:val="36"/>
                          <w:szCs w:val="36"/>
                        </w:rPr>
                        <w:t>CEO</w:t>
                      </w:r>
                    </w:p>
                    <w:p w14:paraId="14CD2ED8" w14:textId="77777777" w:rsidR="00EE06B8" w:rsidRDefault="00EE06B8"/>
                  </w:txbxContent>
                </v:textbox>
              </v:rect>
            </w:pict>
          </mc:Fallback>
        </mc:AlternateContent>
      </w:r>
    </w:p>
    <w:sectPr w:rsidR="000E56ED" w:rsidSect="00EE06B8"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54D"/>
    <w:rsid w:val="00177552"/>
    <w:rsid w:val="003515E6"/>
    <w:rsid w:val="005C254D"/>
    <w:rsid w:val="0079279D"/>
    <w:rsid w:val="009A588C"/>
    <w:rsid w:val="00C96608"/>
    <w:rsid w:val="00CC65D4"/>
    <w:rsid w:val="00EE0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24EF1"/>
  <w15:docId w15:val="{DDD95F3D-230B-4408-A352-8F4EC123C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15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C254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25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liticalclownparade.blogspot.com/2013/06/mr-jefferson-visits-white-house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ixabay.com/en/gold-medal-plaque-certificate-1179100/" TargetMode="External"/><Relationship Id="rId11" Type="http://schemas.openxmlformats.org/officeDocument/2006/relationships/image" Target="media/image4.png"/><Relationship Id="rId5" Type="http://schemas.microsoft.com/office/2007/relationships/hdphoto" Target="media/hdphoto1.wdp"/><Relationship Id="rId10" Type="http://schemas.openxmlformats.org/officeDocument/2006/relationships/hyperlink" Target="https://commons.wikimedia.org/wiki/File:John_mccain_signature2.svg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aryam\Compliance%20Cetificates%20Templates\compliance%20certificate%20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compliance certificate 3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Muhammad Khalid Farooq</cp:lastModifiedBy>
  <cp:revision>2</cp:revision>
  <dcterms:created xsi:type="dcterms:W3CDTF">2020-11-24T05:12:00Z</dcterms:created>
  <dcterms:modified xsi:type="dcterms:W3CDTF">2020-11-24T05:12:00Z</dcterms:modified>
</cp:coreProperties>
</file>