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58B79" w14:textId="38A4E964" w:rsidR="000E56ED" w:rsidRDefault="00E71FF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22EA87" wp14:editId="1614D7BB">
                <wp:simplePos x="0" y="0"/>
                <wp:positionH relativeFrom="column">
                  <wp:posOffset>2560320</wp:posOffset>
                </wp:positionH>
                <wp:positionV relativeFrom="paragraph">
                  <wp:posOffset>5867400</wp:posOffset>
                </wp:positionV>
                <wp:extent cx="3422650" cy="389890"/>
                <wp:effectExtent l="0" t="0" r="0" b="635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0" cy="3898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C2664" w14:textId="48C00469" w:rsidR="00E71FF5" w:rsidRPr="00E71FF5" w:rsidRDefault="00E71FF5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Pr="00E71FF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2EA87" id="AutoShape 10" o:spid="_x0000_s1026" style="position:absolute;margin-left:201.6pt;margin-top:462pt;width:269.5pt;height:3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" filled="f" stroked="f">
                <v:textbox>
                  <w:txbxContent>
                    <w:p w14:paraId="7B8C2664" w14:textId="48C00469" w:rsidR="00E71FF5" w:rsidRPr="00E71FF5" w:rsidRDefault="00E71FF5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    </w:t>
                      </w:r>
                      <w:r w:rsidRPr="00E71FF5">
                        <w:rPr>
                          <w:b/>
                          <w:bCs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B82712">
        <w:rPr>
          <w:noProof/>
        </w:rPr>
        <w:drawing>
          <wp:anchor distT="0" distB="0" distL="114300" distR="114300" simplePos="0" relativeHeight="251663872" behindDoc="0" locked="0" layoutInCell="1" allowOverlap="1" wp14:anchorId="7D71F636" wp14:editId="52D3614C">
            <wp:simplePos x="0" y="0"/>
            <wp:positionH relativeFrom="column">
              <wp:posOffset>5603602</wp:posOffset>
            </wp:positionH>
            <wp:positionV relativeFrom="paragraph">
              <wp:posOffset>5014643</wp:posOffset>
            </wp:positionV>
            <wp:extent cx="1332411" cy="3524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411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712">
        <w:rPr>
          <w:noProof/>
        </w:rPr>
        <w:drawing>
          <wp:anchor distT="0" distB="0" distL="114300" distR="114300" simplePos="0" relativeHeight="251655680" behindDoc="0" locked="0" layoutInCell="1" allowOverlap="1" wp14:anchorId="372F1637" wp14:editId="1B356A32">
            <wp:simplePos x="0" y="0"/>
            <wp:positionH relativeFrom="column">
              <wp:posOffset>1435735</wp:posOffset>
            </wp:positionH>
            <wp:positionV relativeFrom="paragraph">
              <wp:posOffset>4753973</wp:posOffset>
            </wp:positionV>
            <wp:extent cx="118872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246AD7" wp14:editId="4D32B0D0">
                <wp:simplePos x="0" y="0"/>
                <wp:positionH relativeFrom="column">
                  <wp:posOffset>-647700</wp:posOffset>
                </wp:positionH>
                <wp:positionV relativeFrom="paragraph">
                  <wp:posOffset>6324600</wp:posOffset>
                </wp:positionV>
                <wp:extent cx="7943850" cy="57150"/>
                <wp:effectExtent l="28575" t="28575" r="28575" b="28575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43850" cy="5715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CC6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-51pt;margin-top:498pt;width:625.5pt;height: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" strokecolor="#7030a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237154" wp14:editId="17B6EEF2">
                <wp:simplePos x="0" y="0"/>
                <wp:positionH relativeFrom="column">
                  <wp:posOffset>-647700</wp:posOffset>
                </wp:positionH>
                <wp:positionV relativeFrom="paragraph">
                  <wp:posOffset>1238250</wp:posOffset>
                </wp:positionV>
                <wp:extent cx="9525" cy="5086350"/>
                <wp:effectExtent l="28575" t="28575" r="28575" b="2857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08635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00532" id="AutoShape 8" o:spid="_x0000_s1026" type="#_x0000_t32" style="position:absolute;margin-left:-51pt;margin-top:97.5pt;width:.75pt;height:400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" strokecolor="#7030a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BF7856" wp14:editId="7DD75C5E">
                <wp:simplePos x="0" y="0"/>
                <wp:positionH relativeFrom="column">
                  <wp:posOffset>9486900</wp:posOffset>
                </wp:positionH>
                <wp:positionV relativeFrom="paragraph">
                  <wp:posOffset>-676275</wp:posOffset>
                </wp:positionV>
                <wp:extent cx="0" cy="4514850"/>
                <wp:effectExtent l="28575" t="28575" r="28575" b="2857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1485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81C8F" id="AutoShape 7" o:spid="_x0000_s1026" type="#_x0000_t32" style="position:absolute;margin-left:747pt;margin-top:-53.25pt;width:0;height:3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" strokecolor="#7030a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84666" wp14:editId="175B0E37">
                <wp:simplePos x="0" y="0"/>
                <wp:positionH relativeFrom="column">
                  <wp:posOffset>1581150</wp:posOffset>
                </wp:positionH>
                <wp:positionV relativeFrom="paragraph">
                  <wp:posOffset>-676275</wp:posOffset>
                </wp:positionV>
                <wp:extent cx="7905750" cy="28575"/>
                <wp:effectExtent l="28575" t="28575" r="28575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0" cy="2857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0C1E2" id="AutoShape 6" o:spid="_x0000_s1026" type="#_x0000_t32" style="position:absolute;margin-left:124.5pt;margin-top:-53.25pt;width:622.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" strokecolor="#7030a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3171A5" wp14:editId="20D705FB">
                <wp:simplePos x="0" y="0"/>
                <wp:positionH relativeFrom="column">
                  <wp:posOffset>904875</wp:posOffset>
                </wp:positionH>
                <wp:positionV relativeFrom="paragraph">
                  <wp:posOffset>0</wp:posOffset>
                </wp:positionV>
                <wp:extent cx="7143750" cy="5867400"/>
                <wp:effectExtent l="0" t="0" r="0" b="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0" cy="586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B3365" w14:textId="6F4E1A48" w:rsidR="00566FFF" w:rsidRPr="00566FFF" w:rsidRDefault="00566FFF">
                            <w:pPr>
                              <w:rPr>
                                <w:rFonts w:ascii="Matura MT Script Capitals" w:hAnsi="Matura MT Script Capitals"/>
                                <w:color w:val="7030A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7030A0"/>
                                <w:sz w:val="56"/>
                                <w:szCs w:val="56"/>
                              </w:rPr>
                              <w:t xml:space="preserve">          </w:t>
                            </w:r>
                            <w:r w:rsidR="00B82712">
                              <w:rPr>
                                <w:rFonts w:ascii="Matura MT Script Capitals" w:hAnsi="Matura MT Script Capitals"/>
                                <w:color w:val="7030A0"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Pr="00566FFF">
                              <w:rPr>
                                <w:rFonts w:ascii="Matura MT Script Capitals" w:hAnsi="Matura MT Script Capitals"/>
                                <w:color w:val="7030A0"/>
                                <w:sz w:val="56"/>
                                <w:szCs w:val="56"/>
                              </w:rPr>
                              <w:t>Energy Corporation</w:t>
                            </w:r>
                          </w:p>
                          <w:p w14:paraId="247F55AD" w14:textId="77777777" w:rsidR="00566FFF" w:rsidRPr="00566FFF" w:rsidRDefault="00566FFF">
                            <w:pPr>
                              <w:rPr>
                                <w:rFonts w:ascii="Harrington" w:hAnsi="Harrington"/>
                                <w:b/>
                                <w:color w:val="403152" w:themeColor="accent4" w:themeShade="80"/>
                                <w:sz w:val="96"/>
                                <w:szCs w:val="96"/>
                              </w:rPr>
                            </w:pPr>
                            <w:r w:rsidRPr="00566FFF">
                              <w:rPr>
                                <w:rFonts w:ascii="Harrington" w:hAnsi="Harrington"/>
                                <w:b/>
                                <w:color w:val="403152" w:themeColor="accent4" w:themeShade="80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4406993A" w14:textId="77777777" w:rsidR="00566FFF" w:rsidRPr="00566FFF" w:rsidRDefault="00566FF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</w:t>
                            </w:r>
                            <w:r w:rsidRPr="00566FFF">
                              <w:rPr>
                                <w:sz w:val="28"/>
                                <w:szCs w:val="28"/>
                              </w:rPr>
                              <w:t>THIS IS TO CERTIFY THAT</w:t>
                            </w:r>
                          </w:p>
                          <w:p w14:paraId="4C311592" w14:textId="493BECD0" w:rsidR="00566FFF" w:rsidRPr="00566FFF" w:rsidRDefault="00566FFF" w:rsidP="00B82712">
                            <w:pPr>
                              <w:jc w:val="center"/>
                              <w:rPr>
                                <w:color w:val="7030A0"/>
                                <w:sz w:val="72"/>
                                <w:szCs w:val="72"/>
                                <w:u w:val="single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:u w:val="single"/>
                              </w:rPr>
                              <w:br/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  </w:t>
                            </w:r>
                            <w:r w:rsidRPr="00566FFF">
                              <w:rPr>
                                <w:color w:val="7030A0"/>
                                <w:sz w:val="72"/>
                                <w:szCs w:val="72"/>
                                <w:u w:val="single"/>
                              </w:rPr>
                              <w:t xml:space="preserve">Your </w:t>
                            </w:r>
                            <w:r w:rsidR="00B82712">
                              <w:rPr>
                                <w:color w:val="7030A0"/>
                                <w:sz w:val="72"/>
                                <w:szCs w:val="72"/>
                                <w:u w:val="single"/>
                              </w:rPr>
                              <w:t>C</w:t>
                            </w:r>
                            <w:r w:rsidRPr="00566FFF">
                              <w:rPr>
                                <w:color w:val="7030A0"/>
                                <w:sz w:val="72"/>
                                <w:szCs w:val="72"/>
                                <w:u w:val="single"/>
                              </w:rPr>
                              <w:t xml:space="preserve">ompany </w:t>
                            </w:r>
                            <w:r w:rsidR="00B82712">
                              <w:rPr>
                                <w:color w:val="7030A0"/>
                                <w:sz w:val="72"/>
                                <w:szCs w:val="72"/>
                                <w:u w:val="single"/>
                              </w:rPr>
                              <w:t>N</w:t>
                            </w:r>
                            <w:r w:rsidRPr="00566FFF">
                              <w:rPr>
                                <w:color w:val="7030A0"/>
                                <w:sz w:val="72"/>
                                <w:szCs w:val="72"/>
                                <w:u w:val="single"/>
                              </w:rPr>
                              <w:t>ame</w:t>
                            </w:r>
                          </w:p>
                          <w:p w14:paraId="1215512B" w14:textId="6A4B9CFA" w:rsidR="00566FFF" w:rsidRDefault="00566FFF" w:rsidP="00B82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66FFF">
                              <w:rPr>
                                <w:sz w:val="28"/>
                                <w:szCs w:val="28"/>
                              </w:rPr>
                              <w:t xml:space="preserve">For being complaint with the requirements set by the electrical energy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</w:t>
                            </w:r>
                            <w:r w:rsidRPr="00566FFF">
                              <w:rPr>
                                <w:sz w:val="28"/>
                                <w:szCs w:val="28"/>
                              </w:rPr>
                              <w:t>corporation for its warehouse power installation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0FBE3E1" w14:textId="77777777" w:rsidR="00B82712" w:rsidRDefault="00B82712" w:rsidP="00B8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5F8A72C" w14:textId="3D31931D" w:rsidR="00566FFF" w:rsidRDefault="00B82712" w:rsidP="00B8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</w:t>
                            </w:r>
                            <w:r w:rsidR="00566FFF">
                              <w:rPr>
                                <w:sz w:val="28"/>
                                <w:szCs w:val="28"/>
                              </w:rPr>
                              <w:t>Presented this December of 13, 2020</w:t>
                            </w:r>
                          </w:p>
                          <w:p w14:paraId="4F320200" w14:textId="77777777" w:rsidR="00566FFF" w:rsidRDefault="00566FF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838A9F" w14:textId="577ADA69" w:rsidR="00566FFF" w:rsidRPr="00566FFF" w:rsidRDefault="00566FF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______________________</w:t>
                            </w:r>
                            <w:r w:rsidR="00B82712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______________________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</w:t>
                            </w:r>
                            <w:r w:rsidR="00B82712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566FFF">
                              <w:rPr>
                                <w:b/>
                                <w:sz w:val="28"/>
                                <w:szCs w:val="28"/>
                              </w:rPr>
                              <w:t>Project Director</w:t>
                            </w:r>
                            <w:r w:rsidR="00B8271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Chief Executive Officer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171A5" id="Rectangle 5" o:spid="_x0000_s1027" style="position:absolute;margin-left:71.25pt;margin-top:0;width:562.5pt;height:46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" filled="f" stroked="f">
                <v:textbox>
                  <w:txbxContent>
                    <w:p w14:paraId="0ECB3365" w14:textId="6F4E1A48" w:rsidR="00566FFF" w:rsidRPr="00566FFF" w:rsidRDefault="00566FFF">
                      <w:pPr>
                        <w:rPr>
                          <w:rFonts w:ascii="Matura MT Script Capitals" w:hAnsi="Matura MT Script Capitals"/>
                          <w:color w:val="7030A0"/>
                          <w:sz w:val="56"/>
                          <w:szCs w:val="56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7030A0"/>
                          <w:sz w:val="56"/>
                          <w:szCs w:val="56"/>
                        </w:rPr>
                        <w:t xml:space="preserve">          </w:t>
                      </w:r>
                      <w:r w:rsidR="00B82712">
                        <w:rPr>
                          <w:rFonts w:ascii="Matura MT Script Capitals" w:hAnsi="Matura MT Script Capitals"/>
                          <w:color w:val="7030A0"/>
                          <w:sz w:val="56"/>
                          <w:szCs w:val="56"/>
                        </w:rPr>
                        <w:t xml:space="preserve">       </w:t>
                      </w:r>
                      <w:r w:rsidRPr="00566FFF">
                        <w:rPr>
                          <w:rFonts w:ascii="Matura MT Script Capitals" w:hAnsi="Matura MT Script Capitals"/>
                          <w:color w:val="7030A0"/>
                          <w:sz w:val="56"/>
                          <w:szCs w:val="56"/>
                        </w:rPr>
                        <w:t>Energy Corporation</w:t>
                      </w:r>
                    </w:p>
                    <w:p w14:paraId="247F55AD" w14:textId="77777777" w:rsidR="00566FFF" w:rsidRPr="00566FFF" w:rsidRDefault="00566FFF">
                      <w:pPr>
                        <w:rPr>
                          <w:rFonts w:ascii="Harrington" w:hAnsi="Harrington"/>
                          <w:b/>
                          <w:color w:val="403152" w:themeColor="accent4" w:themeShade="80"/>
                          <w:sz w:val="96"/>
                          <w:szCs w:val="96"/>
                        </w:rPr>
                      </w:pPr>
                      <w:r w:rsidRPr="00566FFF">
                        <w:rPr>
                          <w:rFonts w:ascii="Harrington" w:hAnsi="Harrington"/>
                          <w:b/>
                          <w:color w:val="403152" w:themeColor="accent4" w:themeShade="80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4406993A" w14:textId="77777777" w:rsidR="00566FFF" w:rsidRPr="00566FFF" w:rsidRDefault="00566FF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</w:t>
                      </w:r>
                      <w:r w:rsidRPr="00566FFF">
                        <w:rPr>
                          <w:sz w:val="28"/>
                          <w:szCs w:val="28"/>
                        </w:rPr>
                        <w:t>THIS IS TO CERTIFY THAT</w:t>
                      </w:r>
                    </w:p>
                    <w:p w14:paraId="4C311592" w14:textId="493BECD0" w:rsidR="00566FFF" w:rsidRPr="00566FFF" w:rsidRDefault="00566FFF" w:rsidP="00B82712">
                      <w:pPr>
                        <w:jc w:val="center"/>
                        <w:rPr>
                          <w:color w:val="7030A0"/>
                          <w:sz w:val="72"/>
                          <w:szCs w:val="72"/>
                          <w:u w:val="single"/>
                        </w:rPr>
                      </w:pPr>
                      <w:r>
                        <w:rPr>
                          <w:sz w:val="72"/>
                          <w:szCs w:val="72"/>
                          <w:u w:val="single"/>
                        </w:rPr>
                        <w:br/>
                      </w:r>
                      <w:r>
                        <w:rPr>
                          <w:sz w:val="72"/>
                          <w:szCs w:val="72"/>
                        </w:rPr>
                        <w:t xml:space="preserve">  </w:t>
                      </w:r>
                      <w:r w:rsidRPr="00566FFF">
                        <w:rPr>
                          <w:color w:val="7030A0"/>
                          <w:sz w:val="72"/>
                          <w:szCs w:val="72"/>
                          <w:u w:val="single"/>
                        </w:rPr>
                        <w:t xml:space="preserve">Your </w:t>
                      </w:r>
                      <w:r w:rsidR="00B82712">
                        <w:rPr>
                          <w:color w:val="7030A0"/>
                          <w:sz w:val="72"/>
                          <w:szCs w:val="72"/>
                          <w:u w:val="single"/>
                        </w:rPr>
                        <w:t>C</w:t>
                      </w:r>
                      <w:r w:rsidRPr="00566FFF">
                        <w:rPr>
                          <w:color w:val="7030A0"/>
                          <w:sz w:val="72"/>
                          <w:szCs w:val="72"/>
                          <w:u w:val="single"/>
                        </w:rPr>
                        <w:t xml:space="preserve">ompany </w:t>
                      </w:r>
                      <w:r w:rsidR="00B82712">
                        <w:rPr>
                          <w:color w:val="7030A0"/>
                          <w:sz w:val="72"/>
                          <w:szCs w:val="72"/>
                          <w:u w:val="single"/>
                        </w:rPr>
                        <w:t>N</w:t>
                      </w:r>
                      <w:r w:rsidRPr="00566FFF">
                        <w:rPr>
                          <w:color w:val="7030A0"/>
                          <w:sz w:val="72"/>
                          <w:szCs w:val="72"/>
                          <w:u w:val="single"/>
                        </w:rPr>
                        <w:t>ame</w:t>
                      </w:r>
                    </w:p>
                    <w:p w14:paraId="1215512B" w14:textId="6A4B9CFA" w:rsidR="00566FFF" w:rsidRDefault="00566FFF" w:rsidP="00B82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66FFF">
                        <w:rPr>
                          <w:sz w:val="28"/>
                          <w:szCs w:val="28"/>
                        </w:rPr>
                        <w:t xml:space="preserve">For being complaint with the requirements set by the electrical energy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    </w:t>
                      </w:r>
                      <w:r w:rsidRPr="00566FFF">
                        <w:rPr>
                          <w:sz w:val="28"/>
                          <w:szCs w:val="28"/>
                        </w:rPr>
                        <w:t>corporation for its warehouse power installation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14:paraId="20FBE3E1" w14:textId="77777777" w:rsidR="00B82712" w:rsidRDefault="00B82712" w:rsidP="00B82712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5F8A72C" w14:textId="3D31931D" w:rsidR="00566FFF" w:rsidRDefault="00B82712" w:rsidP="00B8271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</w:t>
                      </w:r>
                      <w:r w:rsidR="00566FFF">
                        <w:rPr>
                          <w:sz w:val="28"/>
                          <w:szCs w:val="28"/>
                        </w:rPr>
                        <w:t>Presented this December of 13, 2020</w:t>
                      </w:r>
                    </w:p>
                    <w:p w14:paraId="4F320200" w14:textId="77777777" w:rsidR="00566FFF" w:rsidRDefault="00566FFF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C838A9F" w14:textId="577ADA69" w:rsidR="00566FFF" w:rsidRPr="00566FFF" w:rsidRDefault="00566FF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______________________</w:t>
                      </w:r>
                      <w:r w:rsidR="00B82712">
                        <w:rPr>
                          <w:sz w:val="28"/>
                          <w:szCs w:val="28"/>
                        </w:rPr>
                        <w:t xml:space="preserve">                                                   </w:t>
                      </w:r>
                      <w:r w:rsidR="00B82712">
                        <w:rPr>
                          <w:sz w:val="28"/>
                          <w:szCs w:val="28"/>
                        </w:rPr>
                        <w:t>______________________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</w:t>
                      </w:r>
                      <w:r w:rsidR="00B82712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566FFF">
                        <w:rPr>
                          <w:b/>
                          <w:sz w:val="28"/>
                          <w:szCs w:val="28"/>
                        </w:rPr>
                        <w:t>Project Director</w:t>
                      </w:r>
                      <w:r w:rsidR="00B82712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Chief Executive Officer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E1C8CC" wp14:editId="40B72AC8">
                <wp:simplePos x="0" y="0"/>
                <wp:positionH relativeFrom="column">
                  <wp:posOffset>6586855</wp:posOffset>
                </wp:positionH>
                <wp:positionV relativeFrom="paragraph">
                  <wp:posOffset>3395345</wp:posOffset>
                </wp:positionV>
                <wp:extent cx="3552825" cy="3152775"/>
                <wp:effectExtent l="24130" t="23495" r="13970" b="508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552825" cy="3152775"/>
                        </a:xfrm>
                        <a:prstGeom prst="rtTriangle">
                          <a:avLst/>
                        </a:prstGeom>
                        <a:pattFill prst="wdUpDiag">
                          <a:fgClr>
                            <a:srgbClr val="7030A0"/>
                          </a:fgClr>
                          <a:bgClr>
                            <a:schemeClr val="accent4">
                              <a:lumMod val="50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0A4C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" o:spid="_x0000_s1026" type="#_x0000_t6" style="position:absolute;margin-left:518.65pt;margin-top:267.35pt;width:279.75pt;height:248.2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" fillcolor="#7030a0">
                <v:fill r:id="rId10" o:title="" color2="#3f3151 [1607]" type="patter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E0E558" wp14:editId="48B3D2EB">
                <wp:simplePos x="0" y="0"/>
                <wp:positionH relativeFrom="column">
                  <wp:posOffset>-762000</wp:posOffset>
                </wp:positionH>
                <wp:positionV relativeFrom="paragraph">
                  <wp:posOffset>-1095375</wp:posOffset>
                </wp:positionV>
                <wp:extent cx="2533650" cy="2867025"/>
                <wp:effectExtent l="13970" t="5080" r="24130" b="2349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33650" cy="2867025"/>
                        </a:xfrm>
                        <a:prstGeom prst="rtTriangle">
                          <a:avLst/>
                        </a:prstGeom>
                        <a:pattFill prst="wdUpDiag">
                          <a:fgClr>
                            <a:srgbClr val="7030A0"/>
                          </a:fgClr>
                          <a:bgClr>
                            <a:schemeClr val="accent4">
                              <a:lumMod val="50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8DB69" id="AutoShape 2" o:spid="_x0000_s1026" type="#_x0000_t6" style="position:absolute;margin-left:-60pt;margin-top:-86.25pt;width:199.5pt;height:225.7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" fillcolor="#7030a0">
                <v:fill r:id="rId10" o:title="" color2="#3f3151 [1607]" type="pattern"/>
              </v:shape>
            </w:pict>
          </mc:Fallback>
        </mc:AlternateContent>
      </w:r>
    </w:p>
    <w:sectPr w:rsidR="000E56ED" w:rsidSect="00566FFF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12"/>
    <w:rsid w:val="003515E6"/>
    <w:rsid w:val="00555B8D"/>
    <w:rsid w:val="00566FFF"/>
    <w:rsid w:val="0079279D"/>
    <w:rsid w:val="009A588C"/>
    <w:rsid w:val="00B82712"/>
    <w:rsid w:val="00CA1786"/>
    <w:rsid w:val="00E71FF5"/>
    <w:rsid w:val="00E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9C794"/>
  <w15:docId w15:val="{87998838-78CB-41A4-8105-4B12C63F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7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File:Jim_Anderton_signature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Novak_Djokovi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8C3AF3B-625F-4DB3-96A2-90F34AD9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2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2020-11-24T05:10:00Z</dcterms:created>
  <dcterms:modified xsi:type="dcterms:W3CDTF">2020-11-24T05:10:00Z</dcterms:modified>
</cp:coreProperties>
</file>