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97C7" w14:textId="0CCC0C98" w:rsidR="000E56ED" w:rsidRDefault="003D51CC" w:rsidP="00EC7156">
      <w:pPr>
        <w:ind w:left="2552" w:firstLine="12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367AA" wp14:editId="0204CA28">
                <wp:simplePos x="0" y="0"/>
                <wp:positionH relativeFrom="column">
                  <wp:posOffset>2286000</wp:posOffset>
                </wp:positionH>
                <wp:positionV relativeFrom="paragraph">
                  <wp:posOffset>6074410</wp:posOffset>
                </wp:positionV>
                <wp:extent cx="4180205" cy="469900"/>
                <wp:effectExtent l="0" t="0" r="1270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0205" cy="469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42E2E" w14:textId="4F31452A" w:rsidR="003D51CC" w:rsidRPr="003D51CC" w:rsidRDefault="003D51CC">
                            <w:pPr>
                              <w:rPr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3D51CC">
                              <w:rPr>
                                <w:b/>
                                <w:bCs/>
                                <w:color w:val="002060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 w:rsidRPr="003D51CC">
                              <w:rPr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1367AA" id="AutoShape 4" o:spid="_x0000_s1026" style="position:absolute;left:0;text-align:left;margin-left:180pt;margin-top:478.3pt;width:329.15pt;height:3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" filled="f" stroked="f">
                <v:textbox>
                  <w:txbxContent>
                    <w:p w14:paraId="6A742E2E" w14:textId="4F31452A" w:rsidR="003D51CC" w:rsidRPr="003D51CC" w:rsidRDefault="003D51CC">
                      <w:pPr>
                        <w:rPr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 w:rsidRPr="003D51CC">
                        <w:rPr>
                          <w:b/>
                          <w:bCs/>
                          <w:color w:val="002060"/>
                          <w:sz w:val="32"/>
                          <w:szCs w:val="32"/>
                        </w:rPr>
                        <w:t xml:space="preserve">          </w:t>
                      </w:r>
                      <w:r w:rsidRPr="003D51CC">
                        <w:rPr>
                          <w:b/>
                          <w:bCs/>
                          <w:color w:val="002060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25B662AA" wp14:editId="43457D0E">
            <wp:simplePos x="0" y="0"/>
            <wp:positionH relativeFrom="column">
              <wp:posOffset>7249341</wp:posOffset>
            </wp:positionH>
            <wp:positionV relativeFrom="paragraph">
              <wp:posOffset>4075612</wp:posOffset>
            </wp:positionV>
            <wp:extent cx="1704975" cy="1714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565CB" wp14:editId="78D02D8F">
                <wp:simplePos x="0" y="0"/>
                <wp:positionH relativeFrom="column">
                  <wp:posOffset>-395605</wp:posOffset>
                </wp:positionH>
                <wp:positionV relativeFrom="paragraph">
                  <wp:posOffset>-571500</wp:posOffset>
                </wp:positionV>
                <wp:extent cx="9627235" cy="6558915"/>
                <wp:effectExtent l="33020" t="28575" r="36195" b="3238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7235" cy="655891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0A0508" w14:textId="77777777" w:rsidR="00FE2CFB" w:rsidRPr="00FE2CFB" w:rsidRDefault="00FE2CFB">
                            <w:pPr>
                              <w:rPr>
                                <w:rFonts w:asciiTheme="majorHAnsi" w:hAnsiTheme="majorHAnsi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96"/>
                                <w:szCs w:val="96"/>
                              </w:rPr>
                              <w:t xml:space="preserve">        </w:t>
                            </w:r>
                            <w:r w:rsidRPr="00FE2CFB">
                              <w:rPr>
                                <w:rFonts w:asciiTheme="majorHAnsi" w:hAnsiTheme="majorHAnsi"/>
                                <w:b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6E6FF040" w14:textId="4791EB42" w:rsidR="00FE2CFB" w:rsidRPr="00FE2CFB" w:rsidRDefault="00FE2CFB">
                            <w:pPr>
                              <w:rPr>
                                <w:i/>
                                <w:sz w:val="72"/>
                                <w:szCs w:val="72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 w:val="72"/>
                                <w:szCs w:val="72"/>
                              </w:rPr>
                              <w:t xml:space="preserve">                            </w:t>
                            </w:r>
                            <w:r w:rsidR="001077F1">
                              <w:rPr>
                                <w:i/>
                                <w:sz w:val="72"/>
                                <w:szCs w:val="72"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3D51CC">
                              <w:rPr>
                                <w:i/>
                                <w:sz w:val="72"/>
                                <w:szCs w:val="72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FE2CFB">
                              <w:rPr>
                                <w:i/>
                                <w:sz w:val="72"/>
                                <w:szCs w:val="72"/>
                                <w:u w:val="single"/>
                              </w:rPr>
                              <w:t>Awarded to</w:t>
                            </w:r>
                          </w:p>
                          <w:p w14:paraId="5760BA44" w14:textId="77777777" w:rsidR="00FE2CFB" w:rsidRDefault="00FE2CFB"/>
                          <w:p w14:paraId="34D695A6" w14:textId="2CD70CCA" w:rsidR="00FE2CFB" w:rsidRPr="00FE2CFB" w:rsidRDefault="00FE2CFB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 xml:space="preserve">        </w:t>
                            </w:r>
                            <w:r w:rsidR="003D51CC">
                              <w:rPr>
                                <w:sz w:val="96"/>
                                <w:szCs w:val="96"/>
                              </w:rPr>
                              <w:t xml:space="preserve">  </w:t>
                            </w:r>
                            <w:r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EC7156"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FE2CFB">
                              <w:rPr>
                                <w:sz w:val="96"/>
                                <w:szCs w:val="96"/>
                              </w:rPr>
                              <w:t xml:space="preserve">Your Company </w:t>
                            </w:r>
                            <w:r w:rsidR="004E599A">
                              <w:rPr>
                                <w:sz w:val="96"/>
                                <w:szCs w:val="96"/>
                              </w:rPr>
                              <w:t>N</w:t>
                            </w:r>
                            <w:r w:rsidRPr="00FE2CFB">
                              <w:rPr>
                                <w:sz w:val="96"/>
                                <w:szCs w:val="96"/>
                              </w:rPr>
                              <w:t xml:space="preserve">ame </w:t>
                            </w:r>
                            <w:r w:rsidR="004E599A">
                              <w:rPr>
                                <w:sz w:val="96"/>
                                <w:szCs w:val="96"/>
                              </w:rPr>
                              <w:t>H</w:t>
                            </w:r>
                            <w:r w:rsidRPr="00FE2CFB">
                              <w:rPr>
                                <w:sz w:val="96"/>
                                <w:szCs w:val="96"/>
                              </w:rPr>
                              <w:t>ere</w:t>
                            </w:r>
                          </w:p>
                          <w:p w14:paraId="2737DE11" w14:textId="4F8E9AD7" w:rsidR="00FE2CFB" w:rsidRPr="00FE2CFB" w:rsidRDefault="00FE2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</w:t>
                            </w:r>
                            <w:r w:rsidR="001E7744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1E774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E2CFB">
                              <w:rPr>
                                <w:sz w:val="28"/>
                                <w:szCs w:val="28"/>
                              </w:rPr>
                              <w:t>Technology city ,USA</w:t>
                            </w:r>
                          </w:p>
                          <w:p w14:paraId="254F0712" w14:textId="23C629F9" w:rsidR="00FE2CFB" w:rsidRDefault="00FE2CF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</w:t>
                            </w:r>
                            <w:r w:rsidR="001E7744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FE2CFB">
                              <w:rPr>
                                <w:sz w:val="28"/>
                                <w:szCs w:val="28"/>
                              </w:rPr>
                              <w:t>ISO 6 Cleanroom and gown</w:t>
                            </w:r>
                          </w:p>
                          <w:p w14:paraId="63CF0FA9" w14:textId="0C6CC005" w:rsidR="00FE2CFB" w:rsidRPr="001E7744" w:rsidRDefault="001E77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FE2CFB" w:rsidRPr="001E7744">
                              <w:rPr>
                                <w:sz w:val="28"/>
                                <w:szCs w:val="28"/>
                              </w:rPr>
                              <w:t>Meets or exceed the requirements of ISO 123 456 7890 class 2</w:t>
                            </w:r>
                          </w:p>
                          <w:p w14:paraId="1998A33C" w14:textId="01D5DE90" w:rsidR="00FE2CFB" w:rsidRPr="001E7744" w:rsidRDefault="001E77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FE2CFB" w:rsidRPr="001E7744">
                              <w:rPr>
                                <w:sz w:val="28"/>
                                <w:szCs w:val="28"/>
                              </w:rPr>
                              <w:t xml:space="preserve">(federal standard 209E </w:t>
                            </w:r>
                            <w:r w:rsidRPr="001E7744">
                              <w:rPr>
                                <w:sz w:val="28"/>
                                <w:szCs w:val="28"/>
                              </w:rPr>
                              <w:t>class 1,000)</w:t>
                            </w:r>
                          </w:p>
                          <w:p w14:paraId="0FBAEA4D" w14:textId="1383067C" w:rsidR="001E7744" w:rsidRPr="001E7744" w:rsidRDefault="001E77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E7744">
                              <w:rPr>
                                <w:sz w:val="28"/>
                                <w:szCs w:val="28"/>
                              </w:rPr>
                              <w:t xml:space="preserve">At 0.5 micron in the operational mode </w:t>
                            </w:r>
                          </w:p>
                          <w:p w14:paraId="10BB339D" w14:textId="22F9F02D" w:rsidR="001E7744" w:rsidRPr="001E7744" w:rsidRDefault="001E77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          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1E7744">
                              <w:rPr>
                                <w:sz w:val="28"/>
                                <w:szCs w:val="28"/>
                              </w:rPr>
                              <w:t>Presented by</w:t>
                            </w:r>
                          </w:p>
                          <w:p w14:paraId="78B7C4E1" w14:textId="65273701" w:rsidR="001E7744" w:rsidRPr="001E7744" w:rsidRDefault="001E774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</w:t>
                            </w:r>
                            <w:r w:rsidR="004E599A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EC7156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1E7744">
                              <w:rPr>
                                <w:sz w:val="28"/>
                                <w:szCs w:val="28"/>
                              </w:rPr>
                              <w:t xml:space="preserve">ABC company </w:t>
                            </w:r>
                          </w:p>
                          <w:p w14:paraId="3D08EA71" w14:textId="3C6FFB18" w:rsidR="001E7744" w:rsidRPr="001E7744" w:rsidRDefault="001E7744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                                                   </w:t>
                            </w:r>
                            <w:r w:rsidR="003D51C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 w:rsidR="00EC7156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1E7744">
                              <w:rPr>
                                <w:b/>
                                <w:sz w:val="40"/>
                                <w:szCs w:val="40"/>
                              </w:rPr>
                              <w:t>November 12,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1E7744">
                              <w:rPr>
                                <w:b/>
                                <w:sz w:val="40"/>
                                <w:szCs w:val="40"/>
                              </w:rPr>
                              <w:t>2020</w:t>
                            </w:r>
                          </w:p>
                          <w:p w14:paraId="1A16D0E3" w14:textId="77777777" w:rsidR="00FE2CFB" w:rsidRDefault="00FE2CFB"/>
                          <w:p w14:paraId="78585427" w14:textId="77777777" w:rsidR="00FE2CFB" w:rsidRDefault="00FE2C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565CB" id="Rectangle 2" o:spid="_x0000_s1027" style="position:absolute;left:0;text-align:left;margin-left:-31.15pt;margin-top:-45pt;width:758.05pt;height:51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" filled="f" strokecolor="#0070c0" strokeweight="4.5pt">
                <v:textbox>
                  <w:txbxContent>
                    <w:p w14:paraId="6F0A0508" w14:textId="77777777" w:rsidR="00FE2CFB" w:rsidRPr="00FE2CFB" w:rsidRDefault="00FE2CFB">
                      <w:pPr>
                        <w:rPr>
                          <w:rFonts w:asciiTheme="majorHAnsi" w:hAnsiTheme="majorHAnsi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96"/>
                          <w:szCs w:val="96"/>
                        </w:rPr>
                        <w:t xml:space="preserve">        </w:t>
                      </w:r>
                      <w:r w:rsidRPr="00FE2CFB">
                        <w:rPr>
                          <w:rFonts w:asciiTheme="majorHAnsi" w:hAnsiTheme="majorHAnsi"/>
                          <w:b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6E6FF040" w14:textId="4791EB42" w:rsidR="00FE2CFB" w:rsidRPr="00FE2CFB" w:rsidRDefault="00FE2CFB">
                      <w:pPr>
                        <w:rPr>
                          <w:i/>
                          <w:sz w:val="72"/>
                          <w:szCs w:val="72"/>
                          <w:u w:val="single"/>
                        </w:rPr>
                      </w:pPr>
                      <w:r>
                        <w:rPr>
                          <w:i/>
                          <w:sz w:val="72"/>
                          <w:szCs w:val="72"/>
                        </w:rPr>
                        <w:t xml:space="preserve">                            </w:t>
                      </w:r>
                      <w:r w:rsidR="001077F1">
                        <w:rPr>
                          <w:i/>
                          <w:sz w:val="72"/>
                          <w:szCs w:val="72"/>
                        </w:rPr>
                        <w:t xml:space="preserve">   </w:t>
                      </w:r>
                      <w:r>
                        <w:rPr>
                          <w:i/>
                          <w:sz w:val="72"/>
                          <w:szCs w:val="72"/>
                        </w:rPr>
                        <w:t xml:space="preserve"> </w:t>
                      </w:r>
                      <w:r w:rsidR="003D51CC">
                        <w:rPr>
                          <w:i/>
                          <w:sz w:val="72"/>
                          <w:szCs w:val="72"/>
                        </w:rPr>
                        <w:t xml:space="preserve">  </w:t>
                      </w:r>
                      <w:r>
                        <w:rPr>
                          <w:i/>
                          <w:sz w:val="72"/>
                          <w:szCs w:val="72"/>
                        </w:rPr>
                        <w:t xml:space="preserve"> </w:t>
                      </w:r>
                      <w:r w:rsidRPr="00FE2CFB">
                        <w:rPr>
                          <w:i/>
                          <w:sz w:val="72"/>
                          <w:szCs w:val="72"/>
                          <w:u w:val="single"/>
                        </w:rPr>
                        <w:t>Awarded to</w:t>
                      </w:r>
                    </w:p>
                    <w:p w14:paraId="5760BA44" w14:textId="77777777" w:rsidR="00FE2CFB" w:rsidRDefault="00FE2CFB"/>
                    <w:p w14:paraId="34D695A6" w14:textId="2CD70CCA" w:rsidR="00FE2CFB" w:rsidRPr="00FE2CFB" w:rsidRDefault="00FE2CFB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 xml:space="preserve">        </w:t>
                      </w:r>
                      <w:r w:rsidR="003D51CC">
                        <w:rPr>
                          <w:sz w:val="96"/>
                          <w:szCs w:val="96"/>
                        </w:rPr>
                        <w:t xml:space="preserve">  </w:t>
                      </w:r>
                      <w:r>
                        <w:rPr>
                          <w:sz w:val="96"/>
                          <w:szCs w:val="96"/>
                        </w:rPr>
                        <w:t xml:space="preserve"> </w:t>
                      </w:r>
                      <w:r w:rsidR="00EC7156">
                        <w:rPr>
                          <w:sz w:val="96"/>
                          <w:szCs w:val="96"/>
                        </w:rPr>
                        <w:t xml:space="preserve"> </w:t>
                      </w:r>
                      <w:r w:rsidRPr="00FE2CFB">
                        <w:rPr>
                          <w:sz w:val="96"/>
                          <w:szCs w:val="96"/>
                        </w:rPr>
                        <w:t xml:space="preserve">Your Company </w:t>
                      </w:r>
                      <w:r w:rsidR="004E599A">
                        <w:rPr>
                          <w:sz w:val="96"/>
                          <w:szCs w:val="96"/>
                        </w:rPr>
                        <w:t>N</w:t>
                      </w:r>
                      <w:r w:rsidRPr="00FE2CFB">
                        <w:rPr>
                          <w:sz w:val="96"/>
                          <w:szCs w:val="96"/>
                        </w:rPr>
                        <w:t xml:space="preserve">ame </w:t>
                      </w:r>
                      <w:r w:rsidR="004E599A">
                        <w:rPr>
                          <w:sz w:val="96"/>
                          <w:szCs w:val="96"/>
                        </w:rPr>
                        <w:t>H</w:t>
                      </w:r>
                      <w:r w:rsidRPr="00FE2CFB">
                        <w:rPr>
                          <w:sz w:val="96"/>
                          <w:szCs w:val="96"/>
                        </w:rPr>
                        <w:t>ere</w:t>
                      </w:r>
                    </w:p>
                    <w:p w14:paraId="2737DE11" w14:textId="4F8E9AD7" w:rsidR="00FE2CFB" w:rsidRPr="00FE2CFB" w:rsidRDefault="00FE2C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     </w:t>
                      </w:r>
                      <w:r w:rsidR="001E7744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1E774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FE2CFB">
                        <w:rPr>
                          <w:sz w:val="28"/>
                          <w:szCs w:val="28"/>
                        </w:rPr>
                        <w:t>Technology city ,USA</w:t>
                      </w:r>
                    </w:p>
                    <w:p w14:paraId="254F0712" w14:textId="23C629F9" w:rsidR="00FE2CFB" w:rsidRDefault="00FE2CF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</w:t>
                      </w:r>
                      <w:r w:rsidR="001E7744"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Pr="00FE2CFB">
                        <w:rPr>
                          <w:sz w:val="28"/>
                          <w:szCs w:val="28"/>
                        </w:rPr>
                        <w:t>ISO 6 Cleanroom and gown</w:t>
                      </w:r>
                    </w:p>
                    <w:p w14:paraId="63CF0FA9" w14:textId="0C6CC005" w:rsidR="00FE2CFB" w:rsidRPr="001E7744" w:rsidRDefault="001E77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FE2CFB" w:rsidRPr="001E7744">
                        <w:rPr>
                          <w:sz w:val="28"/>
                          <w:szCs w:val="28"/>
                        </w:rPr>
                        <w:t>Meets or exceed the requirements of ISO 123 456 7890 class 2</w:t>
                      </w:r>
                    </w:p>
                    <w:p w14:paraId="1998A33C" w14:textId="01D5DE90" w:rsidR="00FE2CFB" w:rsidRPr="001E7744" w:rsidRDefault="001E77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FE2CFB" w:rsidRPr="001E7744">
                        <w:rPr>
                          <w:sz w:val="28"/>
                          <w:szCs w:val="28"/>
                        </w:rPr>
                        <w:t xml:space="preserve">(federal standard 209E </w:t>
                      </w:r>
                      <w:r w:rsidRPr="001E7744">
                        <w:rPr>
                          <w:sz w:val="28"/>
                          <w:szCs w:val="28"/>
                        </w:rPr>
                        <w:t>class 1,000)</w:t>
                      </w:r>
                    </w:p>
                    <w:p w14:paraId="0FBAEA4D" w14:textId="1383067C" w:rsidR="001E7744" w:rsidRPr="001E7744" w:rsidRDefault="001E77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1E7744">
                        <w:rPr>
                          <w:sz w:val="28"/>
                          <w:szCs w:val="28"/>
                        </w:rPr>
                        <w:t xml:space="preserve">At 0.5 micron in the operational mode </w:t>
                      </w:r>
                    </w:p>
                    <w:p w14:paraId="10BB339D" w14:textId="22F9F02D" w:rsidR="001E7744" w:rsidRPr="001E7744" w:rsidRDefault="001E77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          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Pr="001E7744">
                        <w:rPr>
                          <w:sz w:val="28"/>
                          <w:szCs w:val="28"/>
                        </w:rPr>
                        <w:t>Presented by</w:t>
                      </w:r>
                    </w:p>
                    <w:p w14:paraId="78B7C4E1" w14:textId="65273701" w:rsidR="001E7744" w:rsidRPr="001E7744" w:rsidRDefault="001E774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                </w:t>
                      </w:r>
                      <w:r w:rsidR="004E599A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EC7156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Pr="001E7744">
                        <w:rPr>
                          <w:sz w:val="28"/>
                          <w:szCs w:val="28"/>
                        </w:rPr>
                        <w:t xml:space="preserve">ABC company </w:t>
                      </w:r>
                    </w:p>
                    <w:p w14:paraId="3D08EA71" w14:textId="3C6FFB18" w:rsidR="001E7744" w:rsidRPr="001E7744" w:rsidRDefault="001E7744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                                                       </w:t>
                      </w:r>
                      <w:r w:rsidR="003D51CC">
                        <w:rPr>
                          <w:b/>
                          <w:sz w:val="40"/>
                          <w:szCs w:val="40"/>
                        </w:rPr>
                        <w:t xml:space="preserve">    </w:t>
                      </w:r>
                      <w:r w:rsidR="00EC7156">
                        <w:rPr>
                          <w:b/>
                          <w:sz w:val="40"/>
                          <w:szCs w:val="40"/>
                        </w:rPr>
                        <w:t xml:space="preserve">  </w:t>
                      </w:r>
                      <w:r w:rsidRPr="001E7744">
                        <w:rPr>
                          <w:b/>
                          <w:sz w:val="40"/>
                          <w:szCs w:val="40"/>
                        </w:rPr>
                        <w:t>November 12,</w:t>
                      </w:r>
                      <w:r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1E7744">
                        <w:rPr>
                          <w:b/>
                          <w:sz w:val="40"/>
                          <w:szCs w:val="40"/>
                        </w:rPr>
                        <w:t>2020</w:t>
                      </w:r>
                    </w:p>
                    <w:p w14:paraId="1A16D0E3" w14:textId="77777777" w:rsidR="00FE2CFB" w:rsidRDefault="00FE2CFB"/>
                    <w:p w14:paraId="78585427" w14:textId="77777777" w:rsidR="00FE2CFB" w:rsidRDefault="00FE2CFB"/>
                  </w:txbxContent>
                </v:textbox>
              </v:rect>
            </w:pict>
          </mc:Fallback>
        </mc:AlternateContent>
      </w:r>
      <w:r w:rsidR="00FE2CFB">
        <w:rPr>
          <w:noProof/>
        </w:rPr>
        <w:drawing>
          <wp:anchor distT="0" distB="0" distL="114300" distR="114300" simplePos="0" relativeHeight="251657728" behindDoc="0" locked="0" layoutInCell="1" allowOverlap="1" wp14:anchorId="4D6ECE93" wp14:editId="1AB9B2C1">
            <wp:simplePos x="0" y="0"/>
            <wp:positionH relativeFrom="column">
              <wp:posOffset>-912935</wp:posOffset>
            </wp:positionH>
            <wp:positionV relativeFrom="paragraph">
              <wp:posOffset>-923192</wp:posOffset>
            </wp:positionV>
            <wp:extent cx="10741465" cy="7578969"/>
            <wp:effectExtent l="19050" t="0" r="2735" b="0"/>
            <wp:wrapNone/>
            <wp:docPr id="1" name="Picture 0" descr="w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b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41465" cy="7578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7F1">
        <w:rPr>
          <w:noProof/>
        </w:rPr>
        <w:drawing>
          <wp:inline distT="0" distB="0" distL="0" distR="0" wp14:anchorId="57B084E6" wp14:editId="02FDC058">
            <wp:extent cx="1706880" cy="17132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E56ED" w:rsidSect="00FE2CFB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9A"/>
    <w:rsid w:val="001077F1"/>
    <w:rsid w:val="001E7744"/>
    <w:rsid w:val="003515E6"/>
    <w:rsid w:val="003D51CC"/>
    <w:rsid w:val="00430109"/>
    <w:rsid w:val="004E599A"/>
    <w:rsid w:val="0079279D"/>
    <w:rsid w:val="009A588C"/>
    <w:rsid w:val="00A93342"/>
    <w:rsid w:val="00EC7156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B6C5D"/>
  <w15:docId w15:val="{CE53CDCE-5AAE-436F-9EC6-BD99D34E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ixabay.com/en/acceptation-approval-good-good-job-1295324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5014956-9DDD-48CC-BA72-0B8DFFCF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1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Muhammad Khalid Farooq</cp:lastModifiedBy>
  <cp:revision>2</cp:revision>
  <dcterms:created xsi:type="dcterms:W3CDTF">2020-11-24T05:09:00Z</dcterms:created>
  <dcterms:modified xsi:type="dcterms:W3CDTF">2020-11-24T05:09:00Z</dcterms:modified>
</cp:coreProperties>
</file>