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1686"/>
        <w:gridCol w:w="4389"/>
        <w:gridCol w:w="977"/>
        <w:gridCol w:w="3258"/>
      </w:tblGrid>
      <w:tr w:rsidR="00AD6E6B" w:rsidTr="00DC3F34">
        <w:trPr>
          <w:trHeight w:val="756"/>
        </w:trPr>
        <w:tc>
          <w:tcPr>
            <w:tcW w:w="1649" w:type="dxa"/>
            <w:shd w:val="clear" w:color="auto" w:fill="auto"/>
            <w:tcMar>
              <w:top w:w="0" w:type="dxa"/>
            </w:tcMar>
          </w:tcPr>
          <w:p w:rsidR="00AD6E6B" w:rsidRDefault="00C46658" w:rsidP="00FE67BF">
            <w:pPr>
              <w:pStyle w:val="Right-alignedtext"/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>
                  <wp:extent cx="861060" cy="425450"/>
                  <wp:effectExtent l="0" t="0" r="0" b="0"/>
                  <wp:docPr id="1" name="Picture 1" descr="Logo placehold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placehold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06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31" w:type="dxa"/>
            <w:gridSpan w:val="3"/>
            <w:shd w:val="clear" w:color="auto" w:fill="auto"/>
          </w:tcPr>
          <w:p w:rsidR="00AD6E6B" w:rsidRDefault="003B1554" w:rsidP="00AD6E6B">
            <w:pPr>
              <w:pStyle w:val="Heading1"/>
            </w:pPr>
            <w:r>
              <w:t>SALES RECEIPT</w:t>
            </w:r>
          </w:p>
        </w:tc>
      </w:tr>
      <w:tr w:rsidR="00F56369" w:rsidTr="00DC3F34">
        <w:trPr>
          <w:trHeight w:val="288"/>
        </w:trPr>
        <w:sdt>
          <w:sdtPr>
            <w:alias w:val="Slogan"/>
            <w:tag w:val="Slogan"/>
            <w:id w:val="802467368"/>
            <w:placeholder>
              <w:docPart w:val="1B1F6446B747A94E844D32915C2E782F"/>
            </w:placeholder>
            <w:temporary/>
            <w:showingPlcHdr/>
          </w:sdtPr>
          <w:sdtEndPr/>
          <w:sdtContent>
            <w:tc>
              <w:tcPr>
                <w:tcW w:w="6895" w:type="dxa"/>
                <w:gridSpan w:val="3"/>
                <w:shd w:val="clear" w:color="auto" w:fill="auto"/>
                <w:tcMar>
                  <w:top w:w="0" w:type="dxa"/>
                </w:tcMar>
              </w:tcPr>
              <w:p w:rsidR="00F56369" w:rsidRPr="001E3C2E" w:rsidRDefault="00EC4D1A" w:rsidP="00EC4D1A">
                <w:pPr>
                  <w:pStyle w:val="Slogan"/>
                </w:pPr>
                <w:r>
                  <w:t>[Your Company Slogan]</w:t>
                </w:r>
              </w:p>
            </w:tc>
          </w:sdtContent>
        </w:sdt>
        <w:tc>
          <w:tcPr>
            <w:tcW w:w="3185" w:type="dxa"/>
            <w:shd w:val="clear" w:color="auto" w:fill="auto"/>
          </w:tcPr>
          <w:p w:rsidR="00DC3F34" w:rsidRDefault="00DC3F34" w:rsidP="00EC4D1A">
            <w:pPr>
              <w:pStyle w:val="Right-alignedtext"/>
            </w:pPr>
            <w:r w:rsidRPr="000E042A">
              <w:t xml:space="preserve">Date: </w:t>
            </w:r>
            <w:sdt>
              <w:sdtPr>
                <w:alias w:val="Date"/>
                <w:tag w:val="Date"/>
                <w:id w:val="1326671113"/>
                <w:placeholder>
                  <w:docPart w:val="F341A2F1FB23ED4BB8C3E755E10EEBE2"/>
                </w:placeholder>
                <w:showingPlcHdr/>
                <w:date>
                  <w:dateFormat w:val="MMMM d, 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7E6B7E">
                  <w:t>[Click to select date]</w:t>
                </w:r>
              </w:sdtContent>
            </w:sdt>
          </w:p>
          <w:p w:rsidR="00663E19" w:rsidRPr="000E042A" w:rsidRDefault="00DC3F34" w:rsidP="00EC4D1A">
            <w:pPr>
              <w:pStyle w:val="Right-alignedtext"/>
            </w:pPr>
            <w:r>
              <w:t>RECEIPT</w:t>
            </w:r>
            <w:r w:rsidRPr="000E042A">
              <w:t xml:space="preserve"> # </w:t>
            </w:r>
            <w:sdt>
              <w:sdtPr>
                <w:alias w:val="No."/>
                <w:tag w:val="No."/>
                <w:id w:val="7433246"/>
                <w:placeholder>
                  <w:docPart w:val="42D658B9058ABB4DB8580ED2D4BFB4E3"/>
                </w:placeholder>
                <w:temporary/>
                <w:showingPlcHdr/>
              </w:sdtPr>
              <w:sdtEndPr/>
              <w:sdtContent>
                <w:r>
                  <w:t>[100]</w:t>
                </w:r>
              </w:sdtContent>
            </w:sdt>
          </w:p>
        </w:tc>
      </w:tr>
      <w:tr w:rsidR="003B1554" w:rsidTr="00DC3F34">
        <w:trPr>
          <w:trHeight w:val="1155"/>
        </w:trPr>
        <w:tc>
          <w:tcPr>
            <w:tcW w:w="5940" w:type="dxa"/>
            <w:gridSpan w:val="2"/>
            <w:shd w:val="clear" w:color="auto" w:fill="auto"/>
            <w:tcMar>
              <w:top w:w="0" w:type="dxa"/>
            </w:tcMar>
          </w:tcPr>
          <w:p w:rsidR="003B1554" w:rsidRDefault="003B1554" w:rsidP="00DC3F34"/>
        </w:tc>
        <w:tc>
          <w:tcPr>
            <w:tcW w:w="955" w:type="dxa"/>
            <w:shd w:val="clear" w:color="auto" w:fill="auto"/>
          </w:tcPr>
          <w:p w:rsidR="003B1554" w:rsidRDefault="003B1554" w:rsidP="00DC3F34">
            <w:pPr>
              <w:pStyle w:val="Heading2"/>
            </w:pPr>
            <w:r>
              <w:t>Sold To</w:t>
            </w:r>
          </w:p>
        </w:tc>
        <w:tc>
          <w:tcPr>
            <w:tcW w:w="3185" w:type="dxa"/>
            <w:shd w:val="clear" w:color="auto" w:fill="auto"/>
          </w:tcPr>
          <w:sdt>
            <w:sdtPr>
              <w:alias w:val="Name"/>
              <w:tag w:val="Name"/>
              <w:id w:val="7433273"/>
              <w:placeholder>
                <w:docPart w:val="FA79006469C26646A2658980C9FD1AD8"/>
              </w:placeholder>
              <w:temporary/>
              <w:showingPlcHdr/>
            </w:sdtPr>
            <w:sdtEndPr/>
            <w:sdtContent>
              <w:p w:rsidR="00EC4D1A" w:rsidRPr="001E3C2E" w:rsidRDefault="00EC4D1A" w:rsidP="00EC4D1A">
                <w:pPr>
                  <w:pStyle w:val="Right-alignedtext"/>
                </w:pPr>
                <w:r>
                  <w:t>[Name]</w:t>
                </w:r>
              </w:p>
            </w:sdtContent>
          </w:sdt>
          <w:sdt>
            <w:sdtPr>
              <w:alias w:val="Company"/>
              <w:tag w:val="Company"/>
              <w:id w:val="7433300"/>
              <w:placeholder>
                <w:docPart w:val="C463D2D1E0658148B784035C515DEF49"/>
              </w:placeholder>
              <w:temporary/>
              <w:showingPlcHdr/>
            </w:sdtPr>
            <w:sdtEndPr/>
            <w:sdtContent>
              <w:p w:rsidR="00EC4D1A" w:rsidRDefault="00EC4D1A" w:rsidP="00EC4D1A">
                <w:pPr>
                  <w:pStyle w:val="Right-alignedtext"/>
                </w:pPr>
                <w:r>
                  <w:t>[Company Name]</w:t>
                </w:r>
              </w:p>
            </w:sdtContent>
          </w:sdt>
          <w:sdt>
            <w:sdtPr>
              <w:alias w:val="Address"/>
              <w:tag w:val="Address"/>
              <w:id w:val="7433327"/>
              <w:placeholder>
                <w:docPart w:val="C25B4B703C7CFB49B35F2E799BCF28C0"/>
              </w:placeholder>
              <w:temporary/>
              <w:showingPlcHdr/>
            </w:sdtPr>
            <w:sdtEndPr/>
            <w:sdtContent>
              <w:p w:rsidR="00EC4D1A" w:rsidRDefault="00EC4D1A" w:rsidP="00EC4D1A">
                <w:pPr>
                  <w:pStyle w:val="Right-alignedtext"/>
                </w:pPr>
                <w:r>
                  <w:t>[Street Address]</w:t>
                </w:r>
              </w:p>
            </w:sdtContent>
          </w:sdt>
          <w:sdt>
            <w:sdtPr>
              <w:alias w:val="City, ST  ZIP Code"/>
              <w:tag w:val="City, ST  ZIP Code"/>
              <w:id w:val="7433354"/>
              <w:placeholder>
                <w:docPart w:val="9D9779411ADFC64A81A0ADCE0993F9A8"/>
              </w:placeholder>
              <w:temporary/>
              <w:showingPlcHdr/>
            </w:sdtPr>
            <w:sdtEndPr/>
            <w:sdtContent>
              <w:p w:rsidR="00EC4D1A" w:rsidRPr="001E3C2E" w:rsidRDefault="00EC4D1A" w:rsidP="00EC4D1A">
                <w:pPr>
                  <w:pStyle w:val="Right-alignedtext"/>
                </w:pPr>
                <w:r>
                  <w:t>[City, ST  ZIP Code]</w:t>
                </w:r>
              </w:p>
            </w:sdtContent>
          </w:sdt>
          <w:sdt>
            <w:sdtPr>
              <w:alias w:val="Phone"/>
              <w:tag w:val="Phone"/>
              <w:id w:val="7433381"/>
              <w:placeholder>
                <w:docPart w:val="82AC2DD7306AD448BD65403E17292F6A"/>
              </w:placeholder>
              <w:temporary/>
              <w:showingPlcHdr/>
            </w:sdtPr>
            <w:sdtEndPr/>
            <w:sdtContent>
              <w:p w:rsidR="00EC4D1A" w:rsidRDefault="00EC4D1A" w:rsidP="00EC4D1A">
                <w:pPr>
                  <w:pStyle w:val="Right-alignedtext"/>
                </w:pPr>
                <w:r>
                  <w:t>[Phone]</w:t>
                </w:r>
              </w:p>
            </w:sdtContent>
          </w:sdt>
          <w:p w:rsidR="003B1554" w:rsidRPr="000E042A" w:rsidRDefault="00EC4D1A" w:rsidP="00EC4D1A">
            <w:pPr>
              <w:pStyle w:val="Right-alignedtext"/>
            </w:pPr>
            <w:r>
              <w:t xml:space="preserve">Customer ID </w:t>
            </w:r>
            <w:sdt>
              <w:sdtPr>
                <w:alias w:val="No."/>
                <w:tag w:val="No."/>
                <w:id w:val="7433408"/>
                <w:placeholder>
                  <w:docPart w:val="4A0085E89CEBE2489CF12B43FE467EE1"/>
                </w:placeholder>
                <w:temporary/>
                <w:showingPlcHdr/>
              </w:sdtPr>
              <w:sdtEndPr/>
              <w:sdtContent>
                <w:r>
                  <w:t>[ABC12345]</w:t>
                </w:r>
              </w:sdtContent>
            </w:sdt>
          </w:p>
        </w:tc>
      </w:tr>
    </w:tbl>
    <w:p w:rsidR="00954EF9" w:rsidRDefault="00954EF9" w:rsidP="004F202D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3436"/>
        <w:gridCol w:w="3437"/>
        <w:gridCol w:w="3437"/>
      </w:tblGrid>
      <w:tr w:rsidR="003B1554" w:rsidRPr="001E3C2E" w:rsidTr="00DC3F34">
        <w:trPr>
          <w:cantSplit/>
          <w:trHeight w:val="216"/>
        </w:trPr>
        <w:tc>
          <w:tcPr>
            <w:tcW w:w="336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3B1554" w:rsidRPr="001E3C2E" w:rsidRDefault="003B1554" w:rsidP="00DC3F34">
            <w:pPr>
              <w:pStyle w:val="Heading2"/>
            </w:pPr>
            <w:r>
              <w:t>Payment Method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3B1554" w:rsidRPr="001E3C2E" w:rsidRDefault="003B1554" w:rsidP="00DC3F34">
            <w:pPr>
              <w:pStyle w:val="Heading2"/>
            </w:pPr>
            <w:r>
              <w:t>Check No.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3B1554" w:rsidRPr="001E3C2E" w:rsidRDefault="003B1554" w:rsidP="00DC3F34">
            <w:pPr>
              <w:pStyle w:val="Heading2"/>
            </w:pPr>
            <w:r>
              <w:t>Job</w:t>
            </w:r>
          </w:p>
        </w:tc>
      </w:tr>
      <w:tr w:rsidR="003B1554" w:rsidRPr="001C2122" w:rsidTr="00DC3F34">
        <w:trPr>
          <w:cantSplit/>
          <w:trHeight w:val="216"/>
        </w:trPr>
        <w:tc>
          <w:tcPr>
            <w:tcW w:w="33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3B1554" w:rsidRPr="001C2122" w:rsidRDefault="003B1554" w:rsidP="002455B1"/>
        </w:tc>
        <w:tc>
          <w:tcPr>
            <w:tcW w:w="33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3B1554" w:rsidRPr="001C2122" w:rsidRDefault="003B1554" w:rsidP="002455B1"/>
        </w:tc>
        <w:tc>
          <w:tcPr>
            <w:tcW w:w="33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3B1554" w:rsidRPr="001C2122" w:rsidRDefault="003B1554" w:rsidP="002455B1"/>
        </w:tc>
      </w:tr>
    </w:tbl>
    <w:p w:rsidR="009C1689" w:rsidRDefault="009C1689" w:rsidP="00F5636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78"/>
        <w:gridCol w:w="1178"/>
        <w:gridCol w:w="3042"/>
        <w:gridCol w:w="1666"/>
        <w:gridCol w:w="1680"/>
        <w:gridCol w:w="1666"/>
      </w:tblGrid>
      <w:tr w:rsidR="00F1654D" w:rsidRPr="001E3C2E" w:rsidTr="007E6B7E">
        <w:trPr>
          <w:cantSplit/>
          <w:trHeight w:val="216"/>
        </w:trPr>
        <w:tc>
          <w:tcPr>
            <w:tcW w:w="1078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F1654D" w:rsidRPr="001E3C2E" w:rsidRDefault="00F1654D" w:rsidP="00DC3F34">
            <w:pPr>
              <w:pStyle w:val="Heading2"/>
            </w:pPr>
            <w:r>
              <w:t>Qty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F1654D" w:rsidRPr="001E3C2E" w:rsidRDefault="00F1654D" w:rsidP="00DC3F34">
            <w:pPr>
              <w:pStyle w:val="Heading2"/>
            </w:pPr>
            <w:r>
              <w:t>Item #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F1654D" w:rsidRPr="001E3C2E" w:rsidRDefault="00F1654D" w:rsidP="00DC3F34">
            <w:pPr>
              <w:pStyle w:val="Heading2"/>
            </w:pPr>
            <w:r>
              <w:t>Description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F1654D" w:rsidRPr="001E3C2E" w:rsidRDefault="009C1689" w:rsidP="00DC3F34">
            <w:pPr>
              <w:pStyle w:val="Heading2"/>
            </w:pPr>
            <w:r>
              <w:t>Unit Price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F1654D" w:rsidRPr="001E3C2E" w:rsidRDefault="009C1689" w:rsidP="00DC3F34">
            <w:pPr>
              <w:pStyle w:val="Heading2"/>
            </w:pPr>
            <w:r>
              <w:t>Discount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F1654D" w:rsidRPr="001E3C2E" w:rsidRDefault="00F1654D" w:rsidP="00DC3F34">
            <w:pPr>
              <w:pStyle w:val="Heading2"/>
            </w:pPr>
            <w:r>
              <w:t>Line Total</w:t>
            </w:r>
          </w:p>
        </w:tc>
      </w:tr>
      <w:tr w:rsidR="00F1654D" w:rsidRPr="001C2122" w:rsidTr="007E6B7E">
        <w:trPr>
          <w:cantSplit/>
          <w:trHeight w:val="216"/>
        </w:trPr>
        <w:tc>
          <w:tcPr>
            <w:tcW w:w="107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1C2122" w:rsidRDefault="00F1654D" w:rsidP="00AA16FA"/>
        </w:tc>
        <w:tc>
          <w:tcPr>
            <w:tcW w:w="117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1C2122" w:rsidRDefault="00F1654D" w:rsidP="00AA16FA"/>
        </w:tc>
        <w:tc>
          <w:tcPr>
            <w:tcW w:w="304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1C2122" w:rsidRDefault="00F1654D" w:rsidP="00AA16FA"/>
        </w:tc>
        <w:tc>
          <w:tcPr>
            <w:tcW w:w="16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1C2122" w:rsidRDefault="00F1654D" w:rsidP="00DC3F34">
            <w:pPr>
              <w:pStyle w:val="Right-alignedtext"/>
            </w:pPr>
          </w:p>
        </w:tc>
        <w:tc>
          <w:tcPr>
            <w:tcW w:w="168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1C2122" w:rsidRDefault="00F1654D" w:rsidP="00DC3F34">
            <w:pPr>
              <w:pStyle w:val="Right-alignedtext"/>
            </w:pPr>
          </w:p>
        </w:tc>
        <w:tc>
          <w:tcPr>
            <w:tcW w:w="16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1C2122" w:rsidRDefault="00F1654D" w:rsidP="00DC3F34">
            <w:pPr>
              <w:pStyle w:val="Right-alignedtext"/>
            </w:pPr>
          </w:p>
        </w:tc>
      </w:tr>
      <w:tr w:rsidR="00F1654D" w:rsidRPr="001C2122" w:rsidTr="007E6B7E">
        <w:trPr>
          <w:cantSplit/>
          <w:trHeight w:val="216"/>
        </w:trPr>
        <w:tc>
          <w:tcPr>
            <w:tcW w:w="107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1C2122" w:rsidRDefault="00F1654D" w:rsidP="00AA16FA"/>
        </w:tc>
        <w:tc>
          <w:tcPr>
            <w:tcW w:w="117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1C2122" w:rsidRDefault="00F1654D" w:rsidP="00AA16FA"/>
        </w:tc>
        <w:tc>
          <w:tcPr>
            <w:tcW w:w="304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1C2122" w:rsidRDefault="00F1654D" w:rsidP="00AA16FA"/>
        </w:tc>
        <w:tc>
          <w:tcPr>
            <w:tcW w:w="16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1C2122" w:rsidRDefault="00F1654D" w:rsidP="00DC3F34">
            <w:pPr>
              <w:pStyle w:val="Right-alignedtext"/>
            </w:pPr>
          </w:p>
        </w:tc>
        <w:tc>
          <w:tcPr>
            <w:tcW w:w="168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1C2122" w:rsidRDefault="00F1654D" w:rsidP="00DC3F34">
            <w:pPr>
              <w:pStyle w:val="Right-alignedtext"/>
            </w:pPr>
          </w:p>
        </w:tc>
        <w:tc>
          <w:tcPr>
            <w:tcW w:w="16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1C2122" w:rsidRDefault="00F1654D" w:rsidP="00DC3F34">
            <w:pPr>
              <w:pStyle w:val="Right-alignedtext"/>
            </w:pPr>
          </w:p>
        </w:tc>
      </w:tr>
      <w:tr w:rsidR="00F1654D" w:rsidRPr="001C2122" w:rsidTr="007E6B7E">
        <w:trPr>
          <w:cantSplit/>
          <w:trHeight w:val="216"/>
        </w:trPr>
        <w:tc>
          <w:tcPr>
            <w:tcW w:w="107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1C2122" w:rsidRDefault="00F1654D" w:rsidP="00AA16FA"/>
        </w:tc>
        <w:tc>
          <w:tcPr>
            <w:tcW w:w="117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1C2122" w:rsidRDefault="00F1654D" w:rsidP="00AA16FA"/>
        </w:tc>
        <w:tc>
          <w:tcPr>
            <w:tcW w:w="304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1C2122" w:rsidRDefault="00F1654D" w:rsidP="00AA16FA"/>
        </w:tc>
        <w:tc>
          <w:tcPr>
            <w:tcW w:w="16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1C2122" w:rsidRDefault="00F1654D" w:rsidP="00DC3F34">
            <w:pPr>
              <w:pStyle w:val="Right-alignedtext"/>
            </w:pPr>
          </w:p>
        </w:tc>
        <w:tc>
          <w:tcPr>
            <w:tcW w:w="168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1C2122" w:rsidRDefault="00F1654D" w:rsidP="00DC3F34">
            <w:pPr>
              <w:pStyle w:val="Right-alignedtext"/>
            </w:pPr>
          </w:p>
        </w:tc>
        <w:tc>
          <w:tcPr>
            <w:tcW w:w="16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1C2122" w:rsidRDefault="00F1654D" w:rsidP="00DC3F34">
            <w:pPr>
              <w:pStyle w:val="Right-alignedtext"/>
            </w:pPr>
          </w:p>
        </w:tc>
      </w:tr>
      <w:tr w:rsidR="00B629A1" w:rsidRPr="001C2122" w:rsidTr="007E6B7E">
        <w:trPr>
          <w:cantSplit/>
          <w:trHeight w:val="216"/>
        </w:trPr>
        <w:tc>
          <w:tcPr>
            <w:tcW w:w="107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629A1" w:rsidRPr="001C2122" w:rsidRDefault="00B629A1" w:rsidP="00AA16FA"/>
        </w:tc>
        <w:tc>
          <w:tcPr>
            <w:tcW w:w="117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629A1" w:rsidRPr="001C2122" w:rsidRDefault="00B629A1" w:rsidP="00AA16FA"/>
        </w:tc>
        <w:tc>
          <w:tcPr>
            <w:tcW w:w="304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629A1" w:rsidRPr="001C2122" w:rsidRDefault="00B629A1" w:rsidP="00AA16FA"/>
        </w:tc>
        <w:tc>
          <w:tcPr>
            <w:tcW w:w="16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B629A1" w:rsidRPr="001C2122" w:rsidRDefault="00B629A1" w:rsidP="00DC3F34">
            <w:pPr>
              <w:pStyle w:val="Right-alignedtext"/>
            </w:pPr>
          </w:p>
        </w:tc>
        <w:tc>
          <w:tcPr>
            <w:tcW w:w="168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B629A1" w:rsidRPr="001C2122" w:rsidRDefault="00B629A1" w:rsidP="00DC3F34">
            <w:pPr>
              <w:pStyle w:val="Right-alignedtext"/>
            </w:pPr>
          </w:p>
        </w:tc>
        <w:tc>
          <w:tcPr>
            <w:tcW w:w="16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B629A1" w:rsidRPr="001C2122" w:rsidRDefault="00B629A1" w:rsidP="00DC3F34">
            <w:pPr>
              <w:pStyle w:val="Right-alignedtext"/>
            </w:pPr>
          </w:p>
        </w:tc>
      </w:tr>
      <w:tr w:rsidR="002455B1" w:rsidRPr="001C2122" w:rsidTr="007E6B7E">
        <w:trPr>
          <w:cantSplit/>
          <w:trHeight w:val="216"/>
        </w:trPr>
        <w:tc>
          <w:tcPr>
            <w:tcW w:w="107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455B1" w:rsidRPr="001C2122" w:rsidRDefault="002455B1" w:rsidP="00AA16FA"/>
        </w:tc>
        <w:tc>
          <w:tcPr>
            <w:tcW w:w="117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455B1" w:rsidRPr="001C2122" w:rsidRDefault="002455B1" w:rsidP="00AA16FA"/>
        </w:tc>
        <w:tc>
          <w:tcPr>
            <w:tcW w:w="304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455B1" w:rsidRPr="001C2122" w:rsidRDefault="002455B1" w:rsidP="00AA16FA"/>
        </w:tc>
        <w:tc>
          <w:tcPr>
            <w:tcW w:w="16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2455B1" w:rsidRPr="001C2122" w:rsidRDefault="002455B1" w:rsidP="00DC3F34">
            <w:pPr>
              <w:pStyle w:val="Right-alignedtext"/>
            </w:pPr>
          </w:p>
        </w:tc>
        <w:tc>
          <w:tcPr>
            <w:tcW w:w="168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2455B1" w:rsidRPr="001C2122" w:rsidRDefault="002455B1" w:rsidP="00DC3F34">
            <w:pPr>
              <w:pStyle w:val="Right-alignedtext"/>
            </w:pPr>
          </w:p>
        </w:tc>
        <w:tc>
          <w:tcPr>
            <w:tcW w:w="16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2455B1" w:rsidRPr="001C2122" w:rsidRDefault="002455B1" w:rsidP="00DC3F34">
            <w:pPr>
              <w:pStyle w:val="Right-alignedtext"/>
            </w:pPr>
          </w:p>
        </w:tc>
      </w:tr>
      <w:tr w:rsidR="00F1654D" w:rsidRPr="001C2122" w:rsidTr="007E6B7E">
        <w:trPr>
          <w:cantSplit/>
          <w:trHeight w:val="216"/>
        </w:trPr>
        <w:tc>
          <w:tcPr>
            <w:tcW w:w="107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1C2122" w:rsidRDefault="00F1654D" w:rsidP="00AA16FA"/>
        </w:tc>
        <w:tc>
          <w:tcPr>
            <w:tcW w:w="117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1C2122" w:rsidRDefault="00F1654D" w:rsidP="00AA16FA"/>
        </w:tc>
        <w:tc>
          <w:tcPr>
            <w:tcW w:w="304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1C2122" w:rsidRDefault="00F1654D" w:rsidP="00AA16FA"/>
        </w:tc>
        <w:tc>
          <w:tcPr>
            <w:tcW w:w="16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1C2122" w:rsidRDefault="00F1654D" w:rsidP="00DC3F34">
            <w:pPr>
              <w:pStyle w:val="Right-alignedtext"/>
            </w:pPr>
          </w:p>
        </w:tc>
        <w:tc>
          <w:tcPr>
            <w:tcW w:w="168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1C2122" w:rsidRDefault="00F1654D" w:rsidP="00DC3F34">
            <w:pPr>
              <w:pStyle w:val="Right-alignedtext"/>
            </w:pPr>
          </w:p>
        </w:tc>
        <w:tc>
          <w:tcPr>
            <w:tcW w:w="16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1C2122" w:rsidRDefault="00F1654D" w:rsidP="00DC3F34">
            <w:pPr>
              <w:pStyle w:val="Right-alignedtext"/>
            </w:pPr>
          </w:p>
        </w:tc>
      </w:tr>
      <w:tr w:rsidR="003B1554" w:rsidRPr="001C2122" w:rsidTr="007E6B7E">
        <w:trPr>
          <w:cantSplit/>
          <w:trHeight w:val="216"/>
        </w:trPr>
        <w:tc>
          <w:tcPr>
            <w:tcW w:w="107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3B1554" w:rsidRPr="001C2122" w:rsidRDefault="003B1554" w:rsidP="00AA16FA"/>
        </w:tc>
        <w:tc>
          <w:tcPr>
            <w:tcW w:w="117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3B1554" w:rsidRPr="001C2122" w:rsidRDefault="003B1554" w:rsidP="00AA16FA"/>
        </w:tc>
        <w:tc>
          <w:tcPr>
            <w:tcW w:w="304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3B1554" w:rsidRPr="001C2122" w:rsidRDefault="003B1554" w:rsidP="00AA16FA"/>
        </w:tc>
        <w:tc>
          <w:tcPr>
            <w:tcW w:w="16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3B1554" w:rsidRPr="001C2122" w:rsidRDefault="003B1554" w:rsidP="00DC3F34">
            <w:pPr>
              <w:pStyle w:val="Right-alignedtext"/>
            </w:pPr>
          </w:p>
        </w:tc>
        <w:tc>
          <w:tcPr>
            <w:tcW w:w="168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3B1554" w:rsidRPr="001C2122" w:rsidRDefault="003B1554" w:rsidP="00DC3F34">
            <w:pPr>
              <w:pStyle w:val="Right-alignedtext"/>
            </w:pPr>
          </w:p>
        </w:tc>
        <w:tc>
          <w:tcPr>
            <w:tcW w:w="16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3B1554" w:rsidRPr="001C2122" w:rsidRDefault="003B1554" w:rsidP="00DC3F34">
            <w:pPr>
              <w:pStyle w:val="Right-alignedtext"/>
            </w:pPr>
          </w:p>
        </w:tc>
      </w:tr>
      <w:tr w:rsidR="003B1554" w:rsidRPr="001C2122" w:rsidTr="007E6B7E">
        <w:trPr>
          <w:cantSplit/>
          <w:trHeight w:val="216"/>
        </w:trPr>
        <w:tc>
          <w:tcPr>
            <w:tcW w:w="107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3B1554" w:rsidRPr="001C2122" w:rsidRDefault="003B1554" w:rsidP="00AA16FA"/>
        </w:tc>
        <w:tc>
          <w:tcPr>
            <w:tcW w:w="117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3B1554" w:rsidRPr="001C2122" w:rsidRDefault="003B1554" w:rsidP="00AA16FA"/>
        </w:tc>
        <w:tc>
          <w:tcPr>
            <w:tcW w:w="304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3B1554" w:rsidRPr="001C2122" w:rsidRDefault="003B1554" w:rsidP="00AA16FA"/>
        </w:tc>
        <w:tc>
          <w:tcPr>
            <w:tcW w:w="16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3B1554" w:rsidRPr="001C2122" w:rsidRDefault="003B1554" w:rsidP="00DC3F34">
            <w:pPr>
              <w:pStyle w:val="Right-alignedtext"/>
            </w:pPr>
          </w:p>
        </w:tc>
        <w:tc>
          <w:tcPr>
            <w:tcW w:w="168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3B1554" w:rsidRPr="001C2122" w:rsidRDefault="003B1554" w:rsidP="00DC3F34">
            <w:pPr>
              <w:pStyle w:val="Right-alignedtext"/>
            </w:pPr>
          </w:p>
        </w:tc>
        <w:tc>
          <w:tcPr>
            <w:tcW w:w="16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3B1554" w:rsidRPr="001C2122" w:rsidRDefault="003B1554" w:rsidP="00DC3F34">
            <w:pPr>
              <w:pStyle w:val="Right-alignedtext"/>
            </w:pPr>
          </w:p>
        </w:tc>
      </w:tr>
      <w:tr w:rsidR="00F1113C" w:rsidRPr="001C2122" w:rsidTr="007E6B7E">
        <w:trPr>
          <w:cantSplit/>
          <w:trHeight w:val="216"/>
        </w:trPr>
        <w:tc>
          <w:tcPr>
            <w:tcW w:w="107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113C" w:rsidRPr="001C2122" w:rsidRDefault="00F1113C" w:rsidP="00AA16FA"/>
        </w:tc>
        <w:tc>
          <w:tcPr>
            <w:tcW w:w="117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113C" w:rsidRPr="001C2122" w:rsidRDefault="00F1113C" w:rsidP="00AA16FA"/>
        </w:tc>
        <w:tc>
          <w:tcPr>
            <w:tcW w:w="304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113C" w:rsidRPr="001C2122" w:rsidRDefault="00F1113C" w:rsidP="00AA16FA"/>
        </w:tc>
        <w:tc>
          <w:tcPr>
            <w:tcW w:w="16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113C" w:rsidRPr="001C2122" w:rsidRDefault="00F1113C" w:rsidP="00DC3F34">
            <w:pPr>
              <w:pStyle w:val="Right-alignedtext"/>
            </w:pPr>
          </w:p>
        </w:tc>
        <w:tc>
          <w:tcPr>
            <w:tcW w:w="168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113C" w:rsidRPr="001C2122" w:rsidRDefault="00F1113C" w:rsidP="00DC3F34">
            <w:pPr>
              <w:pStyle w:val="Right-alignedtext"/>
            </w:pPr>
          </w:p>
        </w:tc>
        <w:tc>
          <w:tcPr>
            <w:tcW w:w="16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113C" w:rsidRPr="001C2122" w:rsidRDefault="00F1113C" w:rsidP="00DC3F34">
            <w:pPr>
              <w:pStyle w:val="Right-alignedtext"/>
            </w:pPr>
          </w:p>
        </w:tc>
      </w:tr>
      <w:tr w:rsidR="003B1554" w:rsidRPr="001C2122" w:rsidTr="007E6B7E">
        <w:trPr>
          <w:cantSplit/>
          <w:trHeight w:val="216"/>
        </w:trPr>
        <w:tc>
          <w:tcPr>
            <w:tcW w:w="107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3B1554" w:rsidRPr="001C2122" w:rsidRDefault="003B1554" w:rsidP="00AA16FA"/>
        </w:tc>
        <w:tc>
          <w:tcPr>
            <w:tcW w:w="117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3B1554" w:rsidRPr="001C2122" w:rsidRDefault="003B1554" w:rsidP="00AA16FA"/>
        </w:tc>
        <w:tc>
          <w:tcPr>
            <w:tcW w:w="304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3B1554" w:rsidRPr="001C2122" w:rsidRDefault="003B1554" w:rsidP="00AA16FA"/>
        </w:tc>
        <w:tc>
          <w:tcPr>
            <w:tcW w:w="16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3B1554" w:rsidRPr="001C2122" w:rsidRDefault="003B1554" w:rsidP="00DC3F34">
            <w:pPr>
              <w:pStyle w:val="Right-alignedtext"/>
            </w:pPr>
          </w:p>
        </w:tc>
        <w:tc>
          <w:tcPr>
            <w:tcW w:w="168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3B1554" w:rsidRPr="001C2122" w:rsidRDefault="003B1554" w:rsidP="00DC3F34">
            <w:pPr>
              <w:pStyle w:val="Right-alignedtext"/>
            </w:pPr>
          </w:p>
        </w:tc>
        <w:tc>
          <w:tcPr>
            <w:tcW w:w="16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3B1554" w:rsidRPr="001C2122" w:rsidRDefault="003B1554" w:rsidP="00DC3F34">
            <w:pPr>
              <w:pStyle w:val="Right-alignedtext"/>
            </w:pPr>
          </w:p>
        </w:tc>
      </w:tr>
      <w:tr w:rsidR="003B1554" w:rsidRPr="001C2122" w:rsidTr="007E6B7E">
        <w:trPr>
          <w:cantSplit/>
          <w:trHeight w:val="216"/>
        </w:trPr>
        <w:tc>
          <w:tcPr>
            <w:tcW w:w="107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3B1554" w:rsidRPr="001C2122" w:rsidRDefault="003B1554" w:rsidP="00AA16FA"/>
        </w:tc>
        <w:tc>
          <w:tcPr>
            <w:tcW w:w="117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3B1554" w:rsidRPr="001C2122" w:rsidRDefault="003B1554" w:rsidP="00AA16FA"/>
        </w:tc>
        <w:tc>
          <w:tcPr>
            <w:tcW w:w="304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3B1554" w:rsidRPr="001C2122" w:rsidRDefault="003B1554" w:rsidP="00AA16FA"/>
        </w:tc>
        <w:tc>
          <w:tcPr>
            <w:tcW w:w="16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3B1554" w:rsidRPr="001C2122" w:rsidRDefault="003B1554" w:rsidP="00DC3F34">
            <w:pPr>
              <w:pStyle w:val="Right-alignedtext"/>
            </w:pPr>
          </w:p>
        </w:tc>
        <w:tc>
          <w:tcPr>
            <w:tcW w:w="168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3B1554" w:rsidRPr="001C2122" w:rsidRDefault="003B1554" w:rsidP="00DC3F34">
            <w:pPr>
              <w:pStyle w:val="Right-alignedtext"/>
            </w:pPr>
          </w:p>
        </w:tc>
        <w:tc>
          <w:tcPr>
            <w:tcW w:w="16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3B1554" w:rsidRPr="001C2122" w:rsidRDefault="003B1554" w:rsidP="00DC3F34">
            <w:pPr>
              <w:pStyle w:val="Right-alignedtext"/>
            </w:pPr>
          </w:p>
        </w:tc>
      </w:tr>
      <w:tr w:rsidR="002455B1" w:rsidRPr="001C2122" w:rsidTr="007E6B7E">
        <w:trPr>
          <w:cantSplit/>
          <w:trHeight w:val="216"/>
        </w:trPr>
        <w:tc>
          <w:tcPr>
            <w:tcW w:w="107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455B1" w:rsidRPr="001C2122" w:rsidRDefault="002455B1" w:rsidP="00AA16FA"/>
        </w:tc>
        <w:tc>
          <w:tcPr>
            <w:tcW w:w="117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455B1" w:rsidRPr="001C2122" w:rsidRDefault="002455B1" w:rsidP="00AA16FA"/>
        </w:tc>
        <w:tc>
          <w:tcPr>
            <w:tcW w:w="304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455B1" w:rsidRPr="001C2122" w:rsidRDefault="002455B1" w:rsidP="00AA16FA"/>
        </w:tc>
        <w:tc>
          <w:tcPr>
            <w:tcW w:w="16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2455B1" w:rsidRPr="001C2122" w:rsidRDefault="002455B1" w:rsidP="00DC3F34">
            <w:pPr>
              <w:pStyle w:val="Right-alignedtext"/>
            </w:pPr>
          </w:p>
        </w:tc>
        <w:tc>
          <w:tcPr>
            <w:tcW w:w="168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2455B1" w:rsidRPr="001C2122" w:rsidRDefault="002455B1" w:rsidP="00DC3F34">
            <w:pPr>
              <w:pStyle w:val="Right-alignedtext"/>
            </w:pPr>
          </w:p>
        </w:tc>
        <w:tc>
          <w:tcPr>
            <w:tcW w:w="16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2455B1" w:rsidRPr="001C2122" w:rsidRDefault="002455B1" w:rsidP="00DC3F34">
            <w:pPr>
              <w:pStyle w:val="Right-alignedtext"/>
            </w:pPr>
          </w:p>
        </w:tc>
      </w:tr>
      <w:tr w:rsidR="00F1654D" w:rsidRPr="001C2122" w:rsidTr="007E6B7E">
        <w:trPr>
          <w:cantSplit/>
          <w:trHeight w:val="216"/>
        </w:trPr>
        <w:tc>
          <w:tcPr>
            <w:tcW w:w="107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1C2122" w:rsidRDefault="00F1654D" w:rsidP="00AA16FA"/>
        </w:tc>
        <w:tc>
          <w:tcPr>
            <w:tcW w:w="117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1C2122" w:rsidRDefault="00F1654D" w:rsidP="00AA16FA"/>
        </w:tc>
        <w:tc>
          <w:tcPr>
            <w:tcW w:w="304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1C2122" w:rsidRDefault="00F1654D" w:rsidP="00AA16FA"/>
        </w:tc>
        <w:tc>
          <w:tcPr>
            <w:tcW w:w="16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1C2122" w:rsidRDefault="00F1654D" w:rsidP="00DC3F34">
            <w:pPr>
              <w:pStyle w:val="Right-alignedtext"/>
            </w:pPr>
          </w:p>
        </w:tc>
        <w:tc>
          <w:tcPr>
            <w:tcW w:w="168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1C2122" w:rsidRDefault="00F1654D" w:rsidP="00DC3F34">
            <w:pPr>
              <w:pStyle w:val="Right-alignedtext"/>
            </w:pPr>
          </w:p>
        </w:tc>
        <w:tc>
          <w:tcPr>
            <w:tcW w:w="16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1C2122" w:rsidRDefault="00F1654D" w:rsidP="00DC3F34">
            <w:pPr>
              <w:pStyle w:val="Right-alignedtext"/>
            </w:pPr>
          </w:p>
        </w:tc>
      </w:tr>
      <w:tr w:rsidR="00F1654D" w:rsidRPr="001C2122" w:rsidTr="007E6B7E">
        <w:trPr>
          <w:cantSplit/>
          <w:trHeight w:val="216"/>
        </w:trPr>
        <w:tc>
          <w:tcPr>
            <w:tcW w:w="107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1C2122" w:rsidRDefault="00F1654D" w:rsidP="00AA16FA"/>
        </w:tc>
        <w:tc>
          <w:tcPr>
            <w:tcW w:w="117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1C2122" w:rsidRDefault="00F1654D" w:rsidP="00AA16FA"/>
        </w:tc>
        <w:tc>
          <w:tcPr>
            <w:tcW w:w="304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1C2122" w:rsidRDefault="00F1654D" w:rsidP="00AA16FA"/>
        </w:tc>
        <w:tc>
          <w:tcPr>
            <w:tcW w:w="16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1C2122" w:rsidRDefault="00F1654D" w:rsidP="00DC3F34">
            <w:pPr>
              <w:pStyle w:val="Right-alignedtext"/>
            </w:pPr>
          </w:p>
        </w:tc>
        <w:tc>
          <w:tcPr>
            <w:tcW w:w="168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1C2122" w:rsidRDefault="00F1654D" w:rsidP="00DC3F34">
            <w:pPr>
              <w:pStyle w:val="Right-alignedtext"/>
            </w:pPr>
          </w:p>
        </w:tc>
        <w:tc>
          <w:tcPr>
            <w:tcW w:w="16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1C2122" w:rsidRDefault="00F1654D" w:rsidP="00DC3F34">
            <w:pPr>
              <w:pStyle w:val="Right-alignedtext"/>
            </w:pPr>
          </w:p>
        </w:tc>
      </w:tr>
      <w:tr w:rsidR="00F1654D" w:rsidRPr="001C2122" w:rsidTr="007E6B7E">
        <w:trPr>
          <w:cantSplit/>
          <w:trHeight w:val="216"/>
        </w:trPr>
        <w:tc>
          <w:tcPr>
            <w:tcW w:w="107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1C2122" w:rsidRDefault="00F1654D" w:rsidP="00AA16FA"/>
        </w:tc>
        <w:tc>
          <w:tcPr>
            <w:tcW w:w="117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1C2122" w:rsidRDefault="00F1654D" w:rsidP="00AA16FA"/>
        </w:tc>
        <w:tc>
          <w:tcPr>
            <w:tcW w:w="304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1C2122" w:rsidRDefault="00F1654D" w:rsidP="00AA16FA"/>
        </w:tc>
        <w:tc>
          <w:tcPr>
            <w:tcW w:w="16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1C2122" w:rsidRDefault="00F1654D" w:rsidP="00DC3F34">
            <w:pPr>
              <w:pStyle w:val="Right-alignedtext"/>
            </w:pPr>
          </w:p>
        </w:tc>
        <w:tc>
          <w:tcPr>
            <w:tcW w:w="168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1C2122" w:rsidRDefault="00F1654D" w:rsidP="00DC3F34">
            <w:pPr>
              <w:pStyle w:val="Right-alignedtext"/>
            </w:pPr>
          </w:p>
        </w:tc>
        <w:tc>
          <w:tcPr>
            <w:tcW w:w="16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1C2122" w:rsidRDefault="00F1654D" w:rsidP="00DC3F34">
            <w:pPr>
              <w:pStyle w:val="Right-alignedtext"/>
            </w:pPr>
          </w:p>
        </w:tc>
      </w:tr>
      <w:tr w:rsidR="007E6B7E" w:rsidRPr="001C2122" w:rsidTr="007E6B7E">
        <w:trPr>
          <w:cantSplit/>
          <w:trHeight w:val="216"/>
        </w:trPr>
        <w:tc>
          <w:tcPr>
            <w:tcW w:w="1078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6B7E" w:rsidRPr="001C2122" w:rsidRDefault="007E6B7E" w:rsidP="007E6B7E">
            <w:pPr>
              <w:pStyle w:val="Heading2"/>
            </w:pPr>
          </w:p>
        </w:tc>
        <w:tc>
          <w:tcPr>
            <w:tcW w:w="1178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6B7E" w:rsidRPr="001C2122" w:rsidRDefault="007E6B7E" w:rsidP="007E6B7E">
            <w:pPr>
              <w:pStyle w:val="Heading2"/>
            </w:pPr>
          </w:p>
        </w:tc>
        <w:tc>
          <w:tcPr>
            <w:tcW w:w="3042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6B7E" w:rsidRPr="001C2122" w:rsidRDefault="007E6B7E" w:rsidP="007E6B7E">
            <w:pPr>
              <w:pStyle w:val="Heading2"/>
            </w:pPr>
          </w:p>
        </w:tc>
        <w:tc>
          <w:tcPr>
            <w:tcW w:w="1666" w:type="dxa"/>
            <w:tcBorders>
              <w:top w:val="single" w:sz="4" w:space="0" w:color="A6A6A6" w:themeColor="background1" w:themeShade="A6"/>
              <w:left w:val="nil"/>
              <w:bottom w:val="nil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7E6B7E" w:rsidRPr="001C2122" w:rsidRDefault="007E6B7E" w:rsidP="007E6B7E">
            <w:pPr>
              <w:pStyle w:val="Heading2"/>
            </w:pPr>
            <w:r>
              <w:t>Total Discount</w:t>
            </w:r>
          </w:p>
        </w:tc>
        <w:tc>
          <w:tcPr>
            <w:tcW w:w="168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7E6B7E" w:rsidRPr="001C2122" w:rsidRDefault="007E6B7E" w:rsidP="007E6B7E">
            <w:pPr>
              <w:pStyle w:val="Right-alignedtext"/>
            </w:pPr>
          </w:p>
        </w:tc>
        <w:tc>
          <w:tcPr>
            <w:tcW w:w="16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7E6B7E" w:rsidRPr="001C2122" w:rsidRDefault="007E6B7E" w:rsidP="00DC3F34">
            <w:pPr>
              <w:pStyle w:val="Right-alignedtext"/>
            </w:pPr>
          </w:p>
        </w:tc>
      </w:tr>
      <w:tr w:rsidR="007E6B7E" w:rsidRPr="001C2122" w:rsidTr="007E6B7E">
        <w:trPr>
          <w:cantSplit/>
          <w:trHeight w:val="216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6B7E" w:rsidRPr="001C2122" w:rsidRDefault="007E6B7E" w:rsidP="007E6B7E"/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6B7E" w:rsidRPr="001C2122" w:rsidRDefault="007E6B7E" w:rsidP="007E6B7E"/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6B7E" w:rsidRPr="001C2122" w:rsidRDefault="007E6B7E" w:rsidP="007E6B7E"/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6B7E" w:rsidRPr="001C2122" w:rsidRDefault="007E6B7E" w:rsidP="007E6B7E"/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7E6B7E" w:rsidRPr="001C2122" w:rsidRDefault="007E6B7E" w:rsidP="007E6B7E">
            <w:pPr>
              <w:pStyle w:val="Heading2"/>
            </w:pPr>
            <w:r>
              <w:t>Subtotal</w:t>
            </w:r>
          </w:p>
        </w:tc>
        <w:tc>
          <w:tcPr>
            <w:tcW w:w="16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7E6B7E" w:rsidRPr="001C2122" w:rsidRDefault="007E6B7E" w:rsidP="00DC3F34">
            <w:pPr>
              <w:pStyle w:val="Right-alignedtext"/>
            </w:pPr>
          </w:p>
        </w:tc>
      </w:tr>
      <w:tr w:rsidR="007E6B7E" w:rsidRPr="001C2122" w:rsidTr="007E6B7E">
        <w:trPr>
          <w:cantSplit/>
          <w:trHeight w:val="216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6B7E" w:rsidRDefault="007E6B7E" w:rsidP="007E6B7E"/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6B7E" w:rsidRDefault="007E6B7E" w:rsidP="007E6B7E"/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6B7E" w:rsidRDefault="007E6B7E" w:rsidP="007E6B7E"/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6B7E" w:rsidRDefault="007E6B7E" w:rsidP="007E6B7E"/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7E6B7E" w:rsidRDefault="007E6B7E" w:rsidP="007E6B7E">
            <w:pPr>
              <w:pStyle w:val="Heading2"/>
            </w:pPr>
            <w:r>
              <w:t>Sales Tax</w:t>
            </w:r>
          </w:p>
        </w:tc>
        <w:tc>
          <w:tcPr>
            <w:tcW w:w="16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7E6B7E" w:rsidRPr="001C2122" w:rsidRDefault="007E6B7E" w:rsidP="00DC3F34">
            <w:pPr>
              <w:pStyle w:val="Right-alignedtext"/>
            </w:pPr>
          </w:p>
        </w:tc>
      </w:tr>
      <w:tr w:rsidR="007E6B7E" w:rsidRPr="001C2122" w:rsidTr="007E6B7E">
        <w:trPr>
          <w:cantSplit/>
          <w:trHeight w:val="216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6B7E" w:rsidRDefault="007E6B7E" w:rsidP="007E6B7E"/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6B7E" w:rsidRDefault="007E6B7E" w:rsidP="007E6B7E"/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6B7E" w:rsidRDefault="007E6B7E" w:rsidP="007E6B7E"/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6B7E" w:rsidRDefault="007E6B7E" w:rsidP="007E6B7E"/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7E6B7E" w:rsidRDefault="007E6B7E" w:rsidP="007E6B7E">
            <w:pPr>
              <w:pStyle w:val="Heading2"/>
            </w:pPr>
            <w:r>
              <w:t>Total</w:t>
            </w:r>
          </w:p>
        </w:tc>
        <w:tc>
          <w:tcPr>
            <w:tcW w:w="16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7E6B7E" w:rsidRPr="001C2122" w:rsidRDefault="007E6B7E" w:rsidP="00DC3F34">
            <w:pPr>
              <w:pStyle w:val="Right-alignedtext"/>
            </w:pPr>
          </w:p>
        </w:tc>
      </w:tr>
    </w:tbl>
    <w:p w:rsidR="009C1689" w:rsidRDefault="009C1689" w:rsidP="003B1554">
      <w:pPr>
        <w:pStyle w:val="ThankYou"/>
      </w:pPr>
      <w:r w:rsidRPr="0015744F">
        <w:t>Thank you for your business!</w:t>
      </w:r>
    </w:p>
    <w:p w:rsidR="00CA1C8D" w:rsidRPr="00EC4D1A" w:rsidRDefault="00DE135C" w:rsidP="00EC4D1A">
      <w:pPr>
        <w:pStyle w:val="ContactInfo"/>
      </w:pPr>
      <w:sdt>
        <w:sdtPr>
          <w:alias w:val="Company"/>
          <w:tag w:val="Company"/>
          <w:id w:val="7433536"/>
          <w:placeholder>
            <w:docPart w:val="2C1A466E94233841B638665DA6297517"/>
          </w:placeholder>
          <w:showingPlcHdr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EC4D1A" w:rsidRPr="00EC4D1A">
            <w:t>[Your Company Name]</w:t>
          </w:r>
        </w:sdtContent>
      </w:sdt>
      <w:r w:rsidR="00EC4D1A" w:rsidRPr="00EC4D1A">
        <w:t xml:space="preserve">  </w:t>
      </w:r>
      <w:sdt>
        <w:sdtPr>
          <w:alias w:val="Address"/>
          <w:tag w:val="Address"/>
          <w:id w:val="7433537"/>
          <w:placeholder>
            <w:docPart w:val="CC4FBAB69D90AB42A89C353114537F9E"/>
          </w:placeholder>
          <w:temporary/>
          <w:showingPlcHdr/>
        </w:sdtPr>
        <w:sdtEndPr/>
        <w:sdtContent>
          <w:r w:rsidR="00EC4D1A" w:rsidRPr="00EC4D1A">
            <w:t>[Street Address]</w:t>
          </w:r>
        </w:sdtContent>
      </w:sdt>
      <w:r w:rsidR="00EC4D1A" w:rsidRPr="00EC4D1A">
        <w:t xml:space="preserve">, </w:t>
      </w:r>
      <w:sdt>
        <w:sdtPr>
          <w:alias w:val="City, ST  ZIP Code"/>
          <w:tag w:val="City, ST  ZIP Code"/>
          <w:id w:val="7433564"/>
          <w:placeholder>
            <w:docPart w:val="2BD886F1DC67BF45BC5BAE281104F0DF"/>
          </w:placeholder>
          <w:temporary/>
          <w:showingPlcHdr/>
        </w:sdtPr>
        <w:sdtEndPr/>
        <w:sdtContent>
          <w:r w:rsidR="00EC4D1A" w:rsidRPr="00EC4D1A">
            <w:t>[City, ST  ZIP Code]</w:t>
          </w:r>
        </w:sdtContent>
      </w:sdt>
      <w:r w:rsidR="00EC4D1A" w:rsidRPr="00EC4D1A">
        <w:t xml:space="preserve">  Phone </w:t>
      </w:r>
      <w:sdt>
        <w:sdtPr>
          <w:alias w:val="Phone"/>
          <w:tag w:val="Phone"/>
          <w:id w:val="7433591"/>
          <w:placeholder>
            <w:docPart w:val="E556B1291582824EAA82201452AE63A2"/>
          </w:placeholder>
          <w:temporary/>
          <w:showingPlcHdr/>
        </w:sdtPr>
        <w:sdtEndPr/>
        <w:sdtContent>
          <w:r w:rsidR="00EC4D1A" w:rsidRPr="00EC4D1A">
            <w:t>[phone]</w:t>
          </w:r>
        </w:sdtContent>
      </w:sdt>
      <w:r w:rsidR="00EC4D1A" w:rsidRPr="00EC4D1A">
        <w:t xml:space="preserve">  Fax </w:t>
      </w:r>
      <w:sdt>
        <w:sdtPr>
          <w:alias w:val="Fax"/>
          <w:tag w:val="Fax"/>
          <w:id w:val="7433618"/>
          <w:placeholder>
            <w:docPart w:val="726BFE3960C03441B7DCDA1D870C2E3F"/>
          </w:placeholder>
          <w:temporary/>
          <w:showingPlcHdr/>
        </w:sdtPr>
        <w:sdtEndPr/>
        <w:sdtContent>
          <w:r w:rsidR="00EC4D1A" w:rsidRPr="00EC4D1A">
            <w:t>[fax]</w:t>
          </w:r>
        </w:sdtContent>
      </w:sdt>
      <w:r w:rsidR="00EC4D1A" w:rsidRPr="00EC4D1A">
        <w:t xml:space="preserve">  </w:t>
      </w:r>
      <w:sdt>
        <w:sdtPr>
          <w:alias w:val="Email"/>
          <w:tag w:val="Email"/>
          <w:id w:val="7433645"/>
          <w:placeholder>
            <w:docPart w:val="D9176E066AFE4A40B5074AFDD3AFDB74"/>
          </w:placeholder>
          <w:temporary/>
          <w:showingPlcHdr/>
        </w:sdtPr>
        <w:sdtEndPr/>
        <w:sdtContent>
          <w:r w:rsidR="00EC4D1A" w:rsidRPr="00EC4D1A">
            <w:t>[email]</w:t>
          </w:r>
        </w:sdtContent>
      </w:sdt>
    </w:p>
    <w:sectPr w:rsidR="00CA1C8D" w:rsidRPr="00EC4D1A" w:rsidSect="007E6B7E">
      <w:pgSz w:w="12240" w:h="15840"/>
      <w:pgMar w:top="144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GｺﾞｼｯｸM">
    <w:panose1 w:val="00000000000000000000"/>
    <w:charset w:val="00"/>
    <w:family w:val="roman"/>
    <w:notTrueType/>
    <w:pitch w:val="default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Logo placeholder" style="width:3in;height:3in" o:bullet="t">
        <v:imagedata r:id="rId1" o:title="template_logo"/>
      </v:shape>
    </w:pict>
  </w:numPicBullet>
  <w:abstractNum w:abstractNumId="0">
    <w:nsid w:val="0E5A3F3D"/>
    <w:multiLevelType w:val="hybridMultilevel"/>
    <w:tmpl w:val="23BC29EE"/>
    <w:lvl w:ilvl="0" w:tplc="04C2F4F8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drawingGridHorizontalSpacing w:val="80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35C"/>
    <w:rsid w:val="00010191"/>
    <w:rsid w:val="000653AC"/>
    <w:rsid w:val="000E042A"/>
    <w:rsid w:val="000F6B47"/>
    <w:rsid w:val="000F7D4F"/>
    <w:rsid w:val="00140EA0"/>
    <w:rsid w:val="001E4A8B"/>
    <w:rsid w:val="001F0F9F"/>
    <w:rsid w:val="00202E66"/>
    <w:rsid w:val="002455B1"/>
    <w:rsid w:val="002523E9"/>
    <w:rsid w:val="002614C7"/>
    <w:rsid w:val="002D794F"/>
    <w:rsid w:val="002F6035"/>
    <w:rsid w:val="00304275"/>
    <w:rsid w:val="00311C97"/>
    <w:rsid w:val="003272DA"/>
    <w:rsid w:val="0035067A"/>
    <w:rsid w:val="003B1554"/>
    <w:rsid w:val="003E5FCD"/>
    <w:rsid w:val="00441785"/>
    <w:rsid w:val="00442CDA"/>
    <w:rsid w:val="0045588D"/>
    <w:rsid w:val="004F202D"/>
    <w:rsid w:val="005209B5"/>
    <w:rsid w:val="00521569"/>
    <w:rsid w:val="005865E7"/>
    <w:rsid w:val="00663E19"/>
    <w:rsid w:val="00704C33"/>
    <w:rsid w:val="00705699"/>
    <w:rsid w:val="00755F57"/>
    <w:rsid w:val="007B1082"/>
    <w:rsid w:val="007B38EB"/>
    <w:rsid w:val="007E6B7E"/>
    <w:rsid w:val="007F242B"/>
    <w:rsid w:val="008171B1"/>
    <w:rsid w:val="00820427"/>
    <w:rsid w:val="008C5A0E"/>
    <w:rsid w:val="008E45DF"/>
    <w:rsid w:val="009355BA"/>
    <w:rsid w:val="00953D43"/>
    <w:rsid w:val="00954EF9"/>
    <w:rsid w:val="009A0A91"/>
    <w:rsid w:val="009C1689"/>
    <w:rsid w:val="009D0ECF"/>
    <w:rsid w:val="009D7158"/>
    <w:rsid w:val="00A42A8C"/>
    <w:rsid w:val="00A472D4"/>
    <w:rsid w:val="00A54A6E"/>
    <w:rsid w:val="00A57EB0"/>
    <w:rsid w:val="00A63377"/>
    <w:rsid w:val="00A87BAC"/>
    <w:rsid w:val="00A908B1"/>
    <w:rsid w:val="00A92D87"/>
    <w:rsid w:val="00AA16FA"/>
    <w:rsid w:val="00AD1385"/>
    <w:rsid w:val="00AD6E6B"/>
    <w:rsid w:val="00B451AC"/>
    <w:rsid w:val="00B629A1"/>
    <w:rsid w:val="00B90E1B"/>
    <w:rsid w:val="00B9178F"/>
    <w:rsid w:val="00C46658"/>
    <w:rsid w:val="00C50F0E"/>
    <w:rsid w:val="00C64428"/>
    <w:rsid w:val="00C650E6"/>
    <w:rsid w:val="00C673FD"/>
    <w:rsid w:val="00C810A3"/>
    <w:rsid w:val="00CA1C8D"/>
    <w:rsid w:val="00CA4BCD"/>
    <w:rsid w:val="00CD1017"/>
    <w:rsid w:val="00D10BE7"/>
    <w:rsid w:val="00D719AB"/>
    <w:rsid w:val="00D824D4"/>
    <w:rsid w:val="00DC3F34"/>
    <w:rsid w:val="00DE135C"/>
    <w:rsid w:val="00DF75B5"/>
    <w:rsid w:val="00E020A7"/>
    <w:rsid w:val="00E47F00"/>
    <w:rsid w:val="00E97E88"/>
    <w:rsid w:val="00EB4F05"/>
    <w:rsid w:val="00EC4D1A"/>
    <w:rsid w:val="00ED5BBA"/>
    <w:rsid w:val="00F1113C"/>
    <w:rsid w:val="00F1654D"/>
    <w:rsid w:val="00F45F0F"/>
    <w:rsid w:val="00F56369"/>
    <w:rsid w:val="00F77FBF"/>
    <w:rsid w:val="00FE069C"/>
    <w:rsid w:val="00FE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3F34"/>
    <w:rPr>
      <w:rFonts w:asciiTheme="minorHAnsi" w:hAnsiTheme="minorHAnsi"/>
      <w:color w:val="262626" w:themeColor="text1" w:themeTint="D9"/>
      <w:sz w:val="16"/>
      <w:szCs w:val="24"/>
    </w:rPr>
  </w:style>
  <w:style w:type="paragraph" w:styleId="Heading1">
    <w:name w:val="heading 1"/>
    <w:basedOn w:val="Normal"/>
    <w:next w:val="Normal"/>
    <w:autoRedefine/>
    <w:qFormat/>
    <w:rsid w:val="00DC3F34"/>
    <w:pPr>
      <w:keepNext/>
      <w:spacing w:line="800" w:lineRule="exact"/>
      <w:jc w:val="right"/>
      <w:outlineLvl w:val="0"/>
    </w:pPr>
    <w:rPr>
      <w:rFonts w:asciiTheme="majorHAnsi" w:hAnsiTheme="majorHAnsi" w:cs="Arial"/>
      <w:bCs/>
      <w:color w:val="A6A6A6" w:themeColor="background1" w:themeShade="A6"/>
      <w:kern w:val="44"/>
      <w:sz w:val="64"/>
      <w:szCs w:val="64"/>
    </w:rPr>
  </w:style>
  <w:style w:type="paragraph" w:styleId="Heading2">
    <w:name w:val="heading 2"/>
    <w:basedOn w:val="Normal"/>
    <w:next w:val="Normal"/>
    <w:qFormat/>
    <w:rsid w:val="00DC3F34"/>
    <w:pPr>
      <w:keepNext/>
      <w:outlineLvl w:val="1"/>
    </w:pPr>
    <w:rPr>
      <w:rFonts w:asciiTheme="majorHAnsi" w:hAnsiTheme="majorHAnsi" w:cs="Arial"/>
      <w:bCs/>
      <w:iCs/>
      <w:szCs w:val="28"/>
    </w:rPr>
  </w:style>
  <w:style w:type="paragraph" w:styleId="Heading3">
    <w:name w:val="heading 3"/>
    <w:basedOn w:val="Normal"/>
    <w:next w:val="Normal"/>
    <w:semiHidden/>
    <w:unhideWhenUsed/>
    <w:qFormat/>
    <w:rsid w:val="00A87BA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3F34"/>
    <w:rPr>
      <w:color w:val="808080"/>
    </w:rPr>
  </w:style>
  <w:style w:type="paragraph" w:customStyle="1" w:styleId="Right-alignedtext">
    <w:name w:val="Right-aligned text"/>
    <w:basedOn w:val="Normal"/>
    <w:qFormat/>
    <w:rsid w:val="00820427"/>
    <w:pPr>
      <w:spacing w:line="240" w:lineRule="atLeast"/>
      <w:jc w:val="right"/>
    </w:pPr>
    <w:rPr>
      <w:szCs w:val="16"/>
    </w:rPr>
  </w:style>
  <w:style w:type="paragraph" w:customStyle="1" w:styleId="Slogan">
    <w:name w:val="Slogan"/>
    <w:basedOn w:val="Normal"/>
    <w:qFormat/>
    <w:rsid w:val="00DC3F34"/>
    <w:pPr>
      <w:spacing w:after="60"/>
      <w:outlineLvl w:val="2"/>
    </w:pPr>
    <w:rPr>
      <w:i/>
      <w:color w:val="A6A6A6" w:themeColor="background1" w:themeShade="A6"/>
      <w:spacing w:val="4"/>
      <w:sz w:val="14"/>
      <w:szCs w:val="18"/>
    </w:rPr>
  </w:style>
  <w:style w:type="paragraph" w:customStyle="1" w:styleId="ContactInfo">
    <w:name w:val="Contact Info"/>
    <w:basedOn w:val="Normal"/>
    <w:qFormat/>
    <w:rsid w:val="00DC3F34"/>
    <w:pPr>
      <w:spacing w:before="520"/>
      <w:jc w:val="center"/>
    </w:pPr>
    <w:rPr>
      <w:color w:val="A6A6A6" w:themeColor="background1" w:themeShade="A6"/>
      <w:szCs w:val="18"/>
    </w:rPr>
  </w:style>
  <w:style w:type="paragraph" w:customStyle="1" w:styleId="ThankYou">
    <w:name w:val="Thank You"/>
    <w:basedOn w:val="Normal"/>
    <w:qFormat/>
    <w:rsid w:val="00DC3F34"/>
    <w:pPr>
      <w:spacing w:before="520"/>
      <w:jc w:val="center"/>
    </w:pPr>
    <w:rPr>
      <w:b/>
      <w:i/>
    </w:rPr>
  </w:style>
  <w:style w:type="paragraph" w:styleId="BalloonText">
    <w:name w:val="Balloon Text"/>
    <w:basedOn w:val="Normal"/>
    <w:link w:val="BalloonTextChar"/>
    <w:semiHidden/>
    <w:unhideWhenUsed/>
    <w:rsid w:val="00C46658"/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C3F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3F34"/>
    <w:rPr>
      <w:rFonts w:asciiTheme="minorHAnsi" w:hAnsiTheme="minorHAnsi"/>
      <w:color w:val="262626" w:themeColor="text1" w:themeTint="D9"/>
      <w:sz w:val="16"/>
      <w:szCs w:val="24"/>
    </w:rPr>
  </w:style>
  <w:style w:type="paragraph" w:styleId="Heading1">
    <w:name w:val="heading 1"/>
    <w:basedOn w:val="Normal"/>
    <w:next w:val="Normal"/>
    <w:autoRedefine/>
    <w:qFormat/>
    <w:rsid w:val="00DC3F34"/>
    <w:pPr>
      <w:keepNext/>
      <w:spacing w:line="800" w:lineRule="exact"/>
      <w:jc w:val="right"/>
      <w:outlineLvl w:val="0"/>
    </w:pPr>
    <w:rPr>
      <w:rFonts w:asciiTheme="majorHAnsi" w:hAnsiTheme="majorHAnsi" w:cs="Arial"/>
      <w:bCs/>
      <w:color w:val="A6A6A6" w:themeColor="background1" w:themeShade="A6"/>
      <w:kern w:val="44"/>
      <w:sz w:val="64"/>
      <w:szCs w:val="64"/>
    </w:rPr>
  </w:style>
  <w:style w:type="paragraph" w:styleId="Heading2">
    <w:name w:val="heading 2"/>
    <w:basedOn w:val="Normal"/>
    <w:next w:val="Normal"/>
    <w:qFormat/>
    <w:rsid w:val="00DC3F34"/>
    <w:pPr>
      <w:keepNext/>
      <w:outlineLvl w:val="1"/>
    </w:pPr>
    <w:rPr>
      <w:rFonts w:asciiTheme="majorHAnsi" w:hAnsiTheme="majorHAnsi" w:cs="Arial"/>
      <w:bCs/>
      <w:iCs/>
      <w:szCs w:val="28"/>
    </w:rPr>
  </w:style>
  <w:style w:type="paragraph" w:styleId="Heading3">
    <w:name w:val="heading 3"/>
    <w:basedOn w:val="Normal"/>
    <w:next w:val="Normal"/>
    <w:semiHidden/>
    <w:unhideWhenUsed/>
    <w:qFormat/>
    <w:rsid w:val="00A87BA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3F34"/>
    <w:rPr>
      <w:color w:val="808080"/>
    </w:rPr>
  </w:style>
  <w:style w:type="paragraph" w:customStyle="1" w:styleId="Right-alignedtext">
    <w:name w:val="Right-aligned text"/>
    <w:basedOn w:val="Normal"/>
    <w:qFormat/>
    <w:rsid w:val="00820427"/>
    <w:pPr>
      <w:spacing w:line="240" w:lineRule="atLeast"/>
      <w:jc w:val="right"/>
    </w:pPr>
    <w:rPr>
      <w:szCs w:val="16"/>
    </w:rPr>
  </w:style>
  <w:style w:type="paragraph" w:customStyle="1" w:styleId="Slogan">
    <w:name w:val="Slogan"/>
    <w:basedOn w:val="Normal"/>
    <w:qFormat/>
    <w:rsid w:val="00DC3F34"/>
    <w:pPr>
      <w:spacing w:after="60"/>
      <w:outlineLvl w:val="2"/>
    </w:pPr>
    <w:rPr>
      <w:i/>
      <w:color w:val="A6A6A6" w:themeColor="background1" w:themeShade="A6"/>
      <w:spacing w:val="4"/>
      <w:sz w:val="14"/>
      <w:szCs w:val="18"/>
    </w:rPr>
  </w:style>
  <w:style w:type="paragraph" w:customStyle="1" w:styleId="ContactInfo">
    <w:name w:val="Contact Info"/>
    <w:basedOn w:val="Normal"/>
    <w:qFormat/>
    <w:rsid w:val="00DC3F34"/>
    <w:pPr>
      <w:spacing w:before="520"/>
      <w:jc w:val="center"/>
    </w:pPr>
    <w:rPr>
      <w:color w:val="A6A6A6" w:themeColor="background1" w:themeShade="A6"/>
      <w:szCs w:val="18"/>
    </w:rPr>
  </w:style>
  <w:style w:type="paragraph" w:customStyle="1" w:styleId="ThankYou">
    <w:name w:val="Thank You"/>
    <w:basedOn w:val="Normal"/>
    <w:qFormat/>
    <w:rsid w:val="00DC3F34"/>
    <w:pPr>
      <w:spacing w:before="520"/>
      <w:jc w:val="center"/>
    </w:pPr>
    <w:rPr>
      <w:b/>
      <w:i/>
    </w:rPr>
  </w:style>
  <w:style w:type="paragraph" w:styleId="BalloonText">
    <w:name w:val="Balloon Text"/>
    <w:basedOn w:val="Normal"/>
    <w:link w:val="BalloonTextChar"/>
    <w:semiHidden/>
    <w:unhideWhenUsed/>
    <w:rsid w:val="00C46658"/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C3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3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glossaryDocument" Target="glossary/document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khalidfarooq:Downloads:TS10281012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B1F6446B747A94E844D32915C2E78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547BC9-A9E3-FA42-A44B-223BDB044884}"/>
      </w:docPartPr>
      <w:docPartBody>
        <w:p w:rsidR="00000000" w:rsidRDefault="005E1233">
          <w:pPr>
            <w:pStyle w:val="1B1F6446B747A94E844D32915C2E782F"/>
          </w:pPr>
          <w:r>
            <w:t>[Your Company Slogan]</w:t>
          </w:r>
        </w:p>
      </w:docPartBody>
    </w:docPart>
    <w:docPart>
      <w:docPartPr>
        <w:name w:val="F341A2F1FB23ED4BB8C3E755E10EEB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81E0B6-0B84-CB4D-BF48-2A67CBF3C848}"/>
      </w:docPartPr>
      <w:docPartBody>
        <w:p w:rsidR="00000000" w:rsidRDefault="005E1233">
          <w:pPr>
            <w:pStyle w:val="F341A2F1FB23ED4BB8C3E755E10EEBE2"/>
          </w:pPr>
          <w:r>
            <w:t>[Click to select date]</w:t>
          </w:r>
        </w:p>
      </w:docPartBody>
    </w:docPart>
    <w:docPart>
      <w:docPartPr>
        <w:name w:val="42D658B9058ABB4DB8580ED2D4BFB4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437E69-BFAD-624A-A8CA-7CEB62BAAF0E}"/>
      </w:docPartPr>
      <w:docPartBody>
        <w:p w:rsidR="00000000" w:rsidRDefault="005E1233">
          <w:pPr>
            <w:pStyle w:val="42D658B9058ABB4DB8580ED2D4BFB4E3"/>
          </w:pPr>
          <w:r>
            <w:t>[100]</w:t>
          </w:r>
        </w:p>
      </w:docPartBody>
    </w:docPart>
    <w:docPart>
      <w:docPartPr>
        <w:name w:val="FA79006469C26646A2658980C9FD1A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36CF6E-1EE1-A049-B304-C8589A631159}"/>
      </w:docPartPr>
      <w:docPartBody>
        <w:p w:rsidR="00000000" w:rsidRDefault="005E1233">
          <w:pPr>
            <w:pStyle w:val="FA79006469C26646A2658980C9FD1AD8"/>
          </w:pPr>
          <w:r>
            <w:t>[Name]</w:t>
          </w:r>
        </w:p>
      </w:docPartBody>
    </w:docPart>
    <w:docPart>
      <w:docPartPr>
        <w:name w:val="C463D2D1E0658148B784035C515DEF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BE24D9-5771-DE4E-918D-2DBA22B92D85}"/>
      </w:docPartPr>
      <w:docPartBody>
        <w:p w:rsidR="00000000" w:rsidRDefault="005E1233">
          <w:pPr>
            <w:pStyle w:val="C463D2D1E0658148B784035C515DEF49"/>
          </w:pPr>
          <w:r>
            <w:t>[Company Name]</w:t>
          </w:r>
        </w:p>
      </w:docPartBody>
    </w:docPart>
    <w:docPart>
      <w:docPartPr>
        <w:name w:val="C25B4B703C7CFB49B35F2E799BCF28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27E0D2-3397-654E-9600-8EB4710612CA}"/>
      </w:docPartPr>
      <w:docPartBody>
        <w:p w:rsidR="00000000" w:rsidRDefault="005E1233">
          <w:pPr>
            <w:pStyle w:val="C25B4B703C7CFB49B35F2E799BCF28C0"/>
          </w:pPr>
          <w:r>
            <w:t>[Street Address]</w:t>
          </w:r>
        </w:p>
      </w:docPartBody>
    </w:docPart>
    <w:docPart>
      <w:docPartPr>
        <w:name w:val="9D9779411ADFC64A81A0ADCE0993F9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970A26-6B4B-E846-8D81-D7F5DDA80A69}"/>
      </w:docPartPr>
      <w:docPartBody>
        <w:p w:rsidR="00000000" w:rsidRDefault="005E1233">
          <w:pPr>
            <w:pStyle w:val="9D9779411ADFC64A81A0ADCE0993F9A8"/>
          </w:pPr>
          <w:r>
            <w:t>[City, ST  ZIP Code]</w:t>
          </w:r>
        </w:p>
      </w:docPartBody>
    </w:docPart>
    <w:docPart>
      <w:docPartPr>
        <w:name w:val="82AC2DD7306AD448BD65403E17292F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E4F706-3AFA-6948-8A7B-2B746490416E}"/>
      </w:docPartPr>
      <w:docPartBody>
        <w:p w:rsidR="00000000" w:rsidRDefault="005E1233">
          <w:pPr>
            <w:pStyle w:val="82AC2DD7306AD448BD65403E17292F6A"/>
          </w:pPr>
          <w:r>
            <w:t>[Phone]</w:t>
          </w:r>
        </w:p>
      </w:docPartBody>
    </w:docPart>
    <w:docPart>
      <w:docPartPr>
        <w:name w:val="4A0085E89CEBE2489CF12B43FE467E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A3B6F2-A2AB-C542-95A3-9556A93F1579}"/>
      </w:docPartPr>
      <w:docPartBody>
        <w:p w:rsidR="00000000" w:rsidRDefault="005E1233">
          <w:pPr>
            <w:pStyle w:val="4A0085E89CEBE2489CF12B43FE467EE1"/>
          </w:pPr>
          <w:r>
            <w:t>[ABC12345]</w:t>
          </w:r>
        </w:p>
      </w:docPartBody>
    </w:docPart>
    <w:docPart>
      <w:docPartPr>
        <w:name w:val="2C1A466E94233841B638665DA62975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556160-F826-344D-A4E2-284D0CA691D9}"/>
      </w:docPartPr>
      <w:docPartBody>
        <w:p w:rsidR="00000000" w:rsidRDefault="005E1233">
          <w:pPr>
            <w:pStyle w:val="2C1A466E94233841B638665DA6297517"/>
          </w:pPr>
          <w:r w:rsidRPr="00EC4D1A">
            <w:t>[Your Company Name]</w:t>
          </w:r>
        </w:p>
      </w:docPartBody>
    </w:docPart>
    <w:docPart>
      <w:docPartPr>
        <w:name w:val="CC4FBAB69D90AB42A89C353114537F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0598AA-7FC2-5D46-B1E7-B674BE5BE59F}"/>
      </w:docPartPr>
      <w:docPartBody>
        <w:p w:rsidR="00000000" w:rsidRDefault="005E1233">
          <w:pPr>
            <w:pStyle w:val="CC4FBAB69D90AB42A89C353114537F9E"/>
          </w:pPr>
          <w:r w:rsidRPr="00EC4D1A">
            <w:t>[Street Address]</w:t>
          </w:r>
        </w:p>
      </w:docPartBody>
    </w:docPart>
    <w:docPart>
      <w:docPartPr>
        <w:name w:val="2BD886F1DC67BF45BC5BAE281104F0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6B083D-6922-364C-899F-C19B03A4EB28}"/>
      </w:docPartPr>
      <w:docPartBody>
        <w:p w:rsidR="00000000" w:rsidRDefault="005E1233">
          <w:pPr>
            <w:pStyle w:val="2BD886F1DC67BF45BC5BAE281104F0DF"/>
          </w:pPr>
          <w:r w:rsidRPr="00EC4D1A">
            <w:t>[City, ST  ZIP Code]</w:t>
          </w:r>
        </w:p>
      </w:docPartBody>
    </w:docPart>
    <w:docPart>
      <w:docPartPr>
        <w:name w:val="E556B1291582824EAA82201452AE63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9D74DA-8952-B345-9F2A-619A42B22039}"/>
      </w:docPartPr>
      <w:docPartBody>
        <w:p w:rsidR="00000000" w:rsidRDefault="005E1233">
          <w:pPr>
            <w:pStyle w:val="E556B1291582824EAA82201452AE63A2"/>
          </w:pPr>
          <w:r w:rsidRPr="00EC4D1A">
            <w:t>[phone]</w:t>
          </w:r>
        </w:p>
      </w:docPartBody>
    </w:docPart>
    <w:docPart>
      <w:docPartPr>
        <w:name w:val="726BFE3960C03441B7DCDA1D870C2E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960D0A-E996-C54D-958B-8132B44B6C2B}"/>
      </w:docPartPr>
      <w:docPartBody>
        <w:p w:rsidR="00000000" w:rsidRDefault="005E1233">
          <w:pPr>
            <w:pStyle w:val="726BFE3960C03441B7DCDA1D870C2E3F"/>
          </w:pPr>
          <w:r w:rsidRPr="00EC4D1A">
            <w:t>[fax]</w:t>
          </w:r>
        </w:p>
      </w:docPartBody>
    </w:docPart>
    <w:docPart>
      <w:docPartPr>
        <w:name w:val="D9176E066AFE4A40B5074AFDD3AFDB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056025-5EF1-FA45-A2D1-C6243DC9DE29}"/>
      </w:docPartPr>
      <w:docPartBody>
        <w:p w:rsidR="00000000" w:rsidRDefault="005E1233">
          <w:pPr>
            <w:pStyle w:val="D9176E066AFE4A40B5074AFDD3AFDB74"/>
          </w:pPr>
          <w:r w:rsidRPr="00EC4D1A">
            <w:t>[email]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GｺﾞｼｯｸM">
    <w:panose1 w:val="00000000000000000000"/>
    <w:charset w:val="00"/>
    <w:family w:val="roman"/>
    <w:notTrueType/>
    <w:pitch w:val="default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B1F6446B747A94E844D32915C2E782F">
    <w:name w:val="1B1F6446B747A94E844D32915C2E782F"/>
  </w:style>
  <w:style w:type="paragraph" w:customStyle="1" w:styleId="F341A2F1FB23ED4BB8C3E755E10EEBE2">
    <w:name w:val="F341A2F1FB23ED4BB8C3E755E10EEBE2"/>
  </w:style>
  <w:style w:type="paragraph" w:customStyle="1" w:styleId="42D658B9058ABB4DB8580ED2D4BFB4E3">
    <w:name w:val="42D658B9058ABB4DB8580ED2D4BFB4E3"/>
  </w:style>
  <w:style w:type="paragraph" w:customStyle="1" w:styleId="FA79006469C26646A2658980C9FD1AD8">
    <w:name w:val="FA79006469C26646A2658980C9FD1AD8"/>
  </w:style>
  <w:style w:type="paragraph" w:customStyle="1" w:styleId="C463D2D1E0658148B784035C515DEF49">
    <w:name w:val="C463D2D1E0658148B784035C515DEF49"/>
  </w:style>
  <w:style w:type="paragraph" w:customStyle="1" w:styleId="C25B4B703C7CFB49B35F2E799BCF28C0">
    <w:name w:val="C25B4B703C7CFB49B35F2E799BCF28C0"/>
  </w:style>
  <w:style w:type="paragraph" w:customStyle="1" w:styleId="9D9779411ADFC64A81A0ADCE0993F9A8">
    <w:name w:val="9D9779411ADFC64A81A0ADCE0993F9A8"/>
  </w:style>
  <w:style w:type="paragraph" w:customStyle="1" w:styleId="82AC2DD7306AD448BD65403E17292F6A">
    <w:name w:val="82AC2DD7306AD448BD65403E17292F6A"/>
  </w:style>
  <w:style w:type="paragraph" w:customStyle="1" w:styleId="4A0085E89CEBE2489CF12B43FE467EE1">
    <w:name w:val="4A0085E89CEBE2489CF12B43FE467EE1"/>
  </w:style>
  <w:style w:type="paragraph" w:customStyle="1" w:styleId="2C1A466E94233841B638665DA6297517">
    <w:name w:val="2C1A466E94233841B638665DA6297517"/>
  </w:style>
  <w:style w:type="paragraph" w:customStyle="1" w:styleId="CC4FBAB69D90AB42A89C353114537F9E">
    <w:name w:val="CC4FBAB69D90AB42A89C353114537F9E"/>
  </w:style>
  <w:style w:type="paragraph" w:customStyle="1" w:styleId="2BD886F1DC67BF45BC5BAE281104F0DF">
    <w:name w:val="2BD886F1DC67BF45BC5BAE281104F0DF"/>
  </w:style>
  <w:style w:type="paragraph" w:customStyle="1" w:styleId="E556B1291582824EAA82201452AE63A2">
    <w:name w:val="E556B1291582824EAA82201452AE63A2"/>
  </w:style>
  <w:style w:type="paragraph" w:customStyle="1" w:styleId="726BFE3960C03441B7DCDA1D870C2E3F">
    <w:name w:val="726BFE3960C03441B7DCDA1D870C2E3F"/>
  </w:style>
  <w:style w:type="paragraph" w:customStyle="1" w:styleId="D9176E066AFE4A40B5074AFDD3AFDB74">
    <w:name w:val="D9176E066AFE4A40B5074AFDD3AFDB74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B1F6446B747A94E844D32915C2E782F">
    <w:name w:val="1B1F6446B747A94E844D32915C2E782F"/>
  </w:style>
  <w:style w:type="paragraph" w:customStyle="1" w:styleId="F341A2F1FB23ED4BB8C3E755E10EEBE2">
    <w:name w:val="F341A2F1FB23ED4BB8C3E755E10EEBE2"/>
  </w:style>
  <w:style w:type="paragraph" w:customStyle="1" w:styleId="42D658B9058ABB4DB8580ED2D4BFB4E3">
    <w:name w:val="42D658B9058ABB4DB8580ED2D4BFB4E3"/>
  </w:style>
  <w:style w:type="paragraph" w:customStyle="1" w:styleId="FA79006469C26646A2658980C9FD1AD8">
    <w:name w:val="FA79006469C26646A2658980C9FD1AD8"/>
  </w:style>
  <w:style w:type="paragraph" w:customStyle="1" w:styleId="C463D2D1E0658148B784035C515DEF49">
    <w:name w:val="C463D2D1E0658148B784035C515DEF49"/>
  </w:style>
  <w:style w:type="paragraph" w:customStyle="1" w:styleId="C25B4B703C7CFB49B35F2E799BCF28C0">
    <w:name w:val="C25B4B703C7CFB49B35F2E799BCF28C0"/>
  </w:style>
  <w:style w:type="paragraph" w:customStyle="1" w:styleId="9D9779411ADFC64A81A0ADCE0993F9A8">
    <w:name w:val="9D9779411ADFC64A81A0ADCE0993F9A8"/>
  </w:style>
  <w:style w:type="paragraph" w:customStyle="1" w:styleId="82AC2DD7306AD448BD65403E17292F6A">
    <w:name w:val="82AC2DD7306AD448BD65403E17292F6A"/>
  </w:style>
  <w:style w:type="paragraph" w:customStyle="1" w:styleId="4A0085E89CEBE2489CF12B43FE467EE1">
    <w:name w:val="4A0085E89CEBE2489CF12B43FE467EE1"/>
  </w:style>
  <w:style w:type="paragraph" w:customStyle="1" w:styleId="2C1A466E94233841B638665DA6297517">
    <w:name w:val="2C1A466E94233841B638665DA6297517"/>
  </w:style>
  <w:style w:type="paragraph" w:customStyle="1" w:styleId="CC4FBAB69D90AB42A89C353114537F9E">
    <w:name w:val="CC4FBAB69D90AB42A89C353114537F9E"/>
  </w:style>
  <w:style w:type="paragraph" w:customStyle="1" w:styleId="2BD886F1DC67BF45BC5BAE281104F0DF">
    <w:name w:val="2BD886F1DC67BF45BC5BAE281104F0DF"/>
  </w:style>
  <w:style w:type="paragraph" w:customStyle="1" w:styleId="E556B1291582824EAA82201452AE63A2">
    <w:name w:val="E556B1291582824EAA82201452AE63A2"/>
  </w:style>
  <w:style w:type="paragraph" w:customStyle="1" w:styleId="726BFE3960C03441B7DCDA1D870C2E3F">
    <w:name w:val="726BFE3960C03441B7DCDA1D870C2E3F"/>
  </w:style>
  <w:style w:type="paragraph" w:customStyle="1" w:styleId="D9176E066AFE4A40B5074AFDD3AFDB74">
    <w:name w:val="D9176E066AFE4A40B5074AFDD3AFDB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8F8E35DA-F73C-4957-AA0D-286B33C2CB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TS102810126.dotx</Template>
  <TotalTime>1</TotalTime>
  <Pages>1</Pages>
  <Words>89</Words>
  <Characters>511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Sales receipt (Simple Lines design)</vt:lpstr>
    </vt:vector>
  </TitlesOfParts>
  <Company/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Sales receipt (Simple Lines design)</dc:title>
  <dc:creator>Khalid Farooq</dc:creator>
  <cp:keywords/>
  <cp:lastModifiedBy>Khalid Farooq</cp:lastModifiedBy>
  <cp:revision>1</cp:revision>
  <cp:lastPrinted>2004-08-26T20:37:00Z</cp:lastPrinted>
  <dcterms:created xsi:type="dcterms:W3CDTF">2013-09-22T11:45:00Z</dcterms:created>
  <dcterms:modified xsi:type="dcterms:W3CDTF">2013-09-22T11:46:00Z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TC011465911033</vt:lpwstr>
  </property>
</Properties>
</file>